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B6845" w14:textId="77777777"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14:paraId="391BDA1C" w14:textId="77777777" w:rsidR="00152B31" w:rsidRPr="00D00CBD" w:rsidRDefault="00152B31" w:rsidP="00152B31">
      <w:pPr>
        <w:pStyle w:val="Nzev"/>
        <w:rPr>
          <w:rFonts w:ascii="Arial" w:hAnsi="Arial" w:cs="Arial"/>
          <w:b w:val="0"/>
          <w:bCs w:val="0"/>
          <w:color w:val="000000"/>
          <w:szCs w:val="28"/>
        </w:rPr>
      </w:pPr>
    </w:p>
    <w:p w14:paraId="7C8B431A" w14:textId="61469C51"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2E04AF" w:rsidRPr="002E04AF">
        <w:rPr>
          <w:rFonts w:ascii="Arial" w:hAnsi="Arial" w:cs="Arial"/>
          <w:bCs w:val="0"/>
          <w:color w:val="000000"/>
          <w:sz w:val="20"/>
          <w:szCs w:val="20"/>
          <w:lang w:val="cs-CZ"/>
        </w:rPr>
        <w:t>1</w:t>
      </w:r>
      <w:r w:rsidR="008D2B54" w:rsidRPr="002E04AF">
        <w:rPr>
          <w:rFonts w:ascii="Arial" w:hAnsi="Arial" w:cs="Arial"/>
          <w:bCs w:val="0"/>
          <w:color w:val="000000"/>
          <w:sz w:val="20"/>
          <w:szCs w:val="20"/>
          <w:lang w:val="cs-CZ"/>
        </w:rPr>
        <w:t>/02</w:t>
      </w:r>
      <w:r w:rsidR="002E04AF" w:rsidRPr="002E04AF">
        <w:rPr>
          <w:rFonts w:ascii="Arial" w:hAnsi="Arial" w:cs="Arial"/>
          <w:bCs w:val="0"/>
          <w:color w:val="000000"/>
          <w:sz w:val="20"/>
          <w:szCs w:val="20"/>
          <w:lang w:val="cs-CZ"/>
        </w:rPr>
        <w:t>54</w:t>
      </w:r>
      <w:r w:rsidR="008D2B54" w:rsidRPr="002E04AF">
        <w:rPr>
          <w:rFonts w:ascii="Arial" w:hAnsi="Arial" w:cs="Arial"/>
          <w:bCs w:val="0"/>
          <w:color w:val="000000"/>
          <w:sz w:val="20"/>
          <w:szCs w:val="20"/>
          <w:lang w:val="cs-CZ"/>
        </w:rPr>
        <w:t>/2</w:t>
      </w:r>
      <w:r w:rsidR="002E04AF" w:rsidRPr="002E04AF">
        <w:rPr>
          <w:rFonts w:ascii="Arial" w:hAnsi="Arial" w:cs="Arial"/>
          <w:bCs w:val="0"/>
          <w:color w:val="000000"/>
          <w:sz w:val="20"/>
          <w:szCs w:val="20"/>
          <w:lang w:val="cs-CZ"/>
        </w:rPr>
        <w:t>5</w:t>
      </w:r>
    </w:p>
    <w:p w14:paraId="059A41F9" w14:textId="77777777" w:rsidR="00152B31" w:rsidRPr="00D00CBD" w:rsidRDefault="00152B31" w:rsidP="00152B31">
      <w:pPr>
        <w:pStyle w:val="Nzev"/>
        <w:rPr>
          <w:rFonts w:ascii="Arial" w:hAnsi="Arial" w:cs="Arial"/>
          <w:b w:val="0"/>
          <w:bCs w:val="0"/>
          <w:color w:val="000000"/>
          <w:sz w:val="20"/>
          <w:szCs w:val="20"/>
        </w:rPr>
      </w:pPr>
    </w:p>
    <w:p w14:paraId="09E194F3" w14:textId="77777777"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14:paraId="2E1BD731" w14:textId="77777777" w:rsidR="00152B31" w:rsidRPr="00D00CBD" w:rsidRDefault="00152B31" w:rsidP="00152B31">
      <w:pPr>
        <w:pStyle w:val="Nzev"/>
        <w:rPr>
          <w:rFonts w:ascii="Arial" w:hAnsi="Arial" w:cs="Arial"/>
          <w:b w:val="0"/>
          <w:bCs w:val="0"/>
          <w:color w:val="000000"/>
          <w:sz w:val="20"/>
          <w:szCs w:val="20"/>
        </w:rPr>
      </w:pPr>
    </w:p>
    <w:p w14:paraId="7D1B2D04" w14:textId="77777777" w:rsidR="00152B31" w:rsidRPr="00D00CBD" w:rsidRDefault="00152B31" w:rsidP="00152B31">
      <w:pPr>
        <w:jc w:val="center"/>
        <w:rPr>
          <w:rFonts w:cs="Arial"/>
          <w:color w:val="000000"/>
          <w:szCs w:val="20"/>
        </w:rPr>
      </w:pPr>
    </w:p>
    <w:p w14:paraId="169AF7D4" w14:textId="77777777" w:rsidR="00152B31" w:rsidRPr="00D00CBD" w:rsidRDefault="00152B31" w:rsidP="00152B31">
      <w:pPr>
        <w:rPr>
          <w:rFonts w:cs="Arial"/>
          <w:b/>
          <w:color w:val="000000"/>
        </w:rPr>
      </w:pPr>
      <w:r w:rsidRPr="00D00CBD">
        <w:rPr>
          <w:rFonts w:cs="Arial"/>
          <w:b/>
          <w:color w:val="000000"/>
        </w:rPr>
        <w:t>Objednatel:</w:t>
      </w:r>
    </w:p>
    <w:p w14:paraId="52223FC7" w14:textId="77777777" w:rsidR="00152B31" w:rsidRPr="00D00CBD" w:rsidRDefault="00152B31" w:rsidP="00152B31">
      <w:pPr>
        <w:rPr>
          <w:rFonts w:cs="Arial"/>
          <w:color w:val="000000"/>
        </w:rPr>
      </w:pPr>
    </w:p>
    <w:p w14:paraId="06F5A53D" w14:textId="77777777" w:rsidR="00152B31" w:rsidRPr="00D00CBD" w:rsidRDefault="00152B31" w:rsidP="00152B31">
      <w:pPr>
        <w:rPr>
          <w:rFonts w:cs="Arial"/>
          <w:color w:val="000000"/>
        </w:rPr>
      </w:pPr>
      <w:r>
        <w:rPr>
          <w:rFonts w:cs="Arial"/>
          <w:color w:val="000000"/>
        </w:rPr>
        <w:t>TSUB, příspěvková organizace</w:t>
      </w:r>
    </w:p>
    <w:p w14:paraId="18D0D6E0" w14:textId="77777777" w:rsidR="00152B31" w:rsidRPr="00D00CBD" w:rsidRDefault="00152B31" w:rsidP="00152B31">
      <w:pPr>
        <w:jc w:val="both"/>
        <w:rPr>
          <w:rFonts w:cs="Arial"/>
          <w:color w:val="000000"/>
          <w:szCs w:val="20"/>
        </w:rPr>
      </w:pPr>
      <w:r>
        <w:rPr>
          <w:rFonts w:cs="Arial"/>
          <w:color w:val="000000"/>
          <w:szCs w:val="20"/>
        </w:rPr>
        <w:t>Větrná 2037</w:t>
      </w:r>
    </w:p>
    <w:p w14:paraId="1ED00E51" w14:textId="77777777" w:rsidR="00152B31" w:rsidRPr="00D00CBD" w:rsidRDefault="00152B31" w:rsidP="00152B31">
      <w:pPr>
        <w:jc w:val="both"/>
        <w:rPr>
          <w:rFonts w:cs="Arial"/>
          <w:color w:val="000000"/>
          <w:szCs w:val="20"/>
        </w:rPr>
      </w:pPr>
      <w:r w:rsidRPr="00D00CBD">
        <w:rPr>
          <w:rFonts w:cs="Arial"/>
          <w:color w:val="000000"/>
          <w:szCs w:val="20"/>
        </w:rPr>
        <w:t>688 01 Uherský Brod</w:t>
      </w:r>
    </w:p>
    <w:p w14:paraId="2EC20315" w14:textId="77777777"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14:paraId="63FD054F" w14:textId="77777777"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B02D2">
        <w:rPr>
          <w:szCs w:val="20"/>
        </w:rPr>
        <w:t>PhDr. Josef Ševčík</w:t>
      </w:r>
      <w:r w:rsidR="00515D1D">
        <w:rPr>
          <w:szCs w:val="20"/>
        </w:rPr>
        <w:t>,</w:t>
      </w:r>
      <w:r w:rsidR="005B02D2">
        <w:rPr>
          <w:szCs w:val="20"/>
        </w:rPr>
        <w:t xml:space="preserve"> </w:t>
      </w:r>
      <w:r w:rsidR="00515D1D">
        <w:rPr>
          <w:szCs w:val="20"/>
        </w:rPr>
        <w:t>ředitel</w:t>
      </w:r>
      <w:r w:rsidRPr="001A15B6">
        <w:rPr>
          <w:rFonts w:cs="Arial"/>
          <w:color w:val="000000"/>
          <w:szCs w:val="20"/>
        </w:rPr>
        <w:t xml:space="preserve"> </w:t>
      </w:r>
    </w:p>
    <w:p w14:paraId="7CC188E1" w14:textId="77777777"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14:paraId="27AD1022" w14:textId="77777777"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14:paraId="3550AD83" w14:textId="788C8025" w:rsidR="00152B31" w:rsidRPr="00654AE4" w:rsidRDefault="00152B31" w:rsidP="00152B31">
      <w:pPr>
        <w:jc w:val="both"/>
        <w:rPr>
          <w:rFonts w:cs="Arial"/>
          <w:color w:val="000000"/>
          <w:szCs w:val="20"/>
        </w:rPr>
      </w:pPr>
      <w:r w:rsidRPr="00654AE4">
        <w:rPr>
          <w:rFonts w:cs="Arial"/>
          <w:color w:val="000000"/>
          <w:szCs w:val="20"/>
        </w:rPr>
        <w:t xml:space="preserve">Zástupce objednatele ve věcech technických: </w:t>
      </w:r>
      <w:r w:rsidR="00654AE4" w:rsidRPr="00654AE4">
        <w:rPr>
          <w:rFonts w:cs="Arial"/>
          <w:color w:val="000000"/>
          <w:szCs w:val="20"/>
        </w:rPr>
        <w:t>Mgr. Leoš Cahel</w:t>
      </w:r>
      <w:r w:rsidRPr="00654AE4">
        <w:rPr>
          <w:rFonts w:cs="Arial"/>
          <w:color w:val="000000"/>
          <w:szCs w:val="20"/>
        </w:rPr>
        <w:t xml:space="preserve">, </w:t>
      </w:r>
    </w:p>
    <w:p w14:paraId="731D472A" w14:textId="166D6717" w:rsidR="00152B31" w:rsidRPr="00D00CBD" w:rsidRDefault="00152B31" w:rsidP="00152B31">
      <w:pPr>
        <w:ind w:left="2832" w:firstLine="708"/>
        <w:jc w:val="both"/>
        <w:rPr>
          <w:rFonts w:cs="Arial"/>
          <w:color w:val="000000"/>
          <w:szCs w:val="20"/>
        </w:rPr>
      </w:pPr>
      <w:r w:rsidRPr="00654AE4">
        <w:rPr>
          <w:rFonts w:cs="Arial"/>
          <w:color w:val="000000"/>
          <w:szCs w:val="20"/>
        </w:rPr>
        <w:t xml:space="preserve">tel: 572 805 404, </w:t>
      </w:r>
      <w:r w:rsidR="00654AE4" w:rsidRPr="00654AE4">
        <w:rPr>
          <w:rFonts w:cs="Arial"/>
          <w:color w:val="000000"/>
          <w:szCs w:val="20"/>
        </w:rPr>
        <w:t>e</w:t>
      </w:r>
      <w:r w:rsidRPr="00654AE4">
        <w:rPr>
          <w:rFonts w:cs="Arial"/>
          <w:color w:val="000000"/>
          <w:szCs w:val="20"/>
        </w:rPr>
        <w:t xml:space="preserve">-mail: </w:t>
      </w:r>
      <w:r w:rsidR="00654AE4" w:rsidRPr="00654AE4">
        <w:rPr>
          <w:rFonts w:cs="Arial"/>
          <w:color w:val="000000"/>
          <w:szCs w:val="20"/>
        </w:rPr>
        <w:t>leos</w:t>
      </w:r>
      <w:r w:rsidRPr="00654AE4">
        <w:rPr>
          <w:rFonts w:cs="Arial"/>
          <w:color w:val="000000"/>
          <w:szCs w:val="20"/>
        </w:rPr>
        <w:t>.</w:t>
      </w:r>
      <w:r w:rsidR="00654AE4" w:rsidRPr="00654AE4">
        <w:rPr>
          <w:rFonts w:cs="Arial"/>
          <w:color w:val="000000"/>
          <w:szCs w:val="20"/>
        </w:rPr>
        <w:t>cahel</w:t>
      </w:r>
      <w:r w:rsidRPr="00654AE4">
        <w:rPr>
          <w:rFonts w:cs="Arial"/>
          <w:color w:val="000000"/>
          <w:szCs w:val="20"/>
        </w:rPr>
        <w:t>@tsub.cz</w:t>
      </w:r>
    </w:p>
    <w:p w14:paraId="45400886" w14:textId="77777777"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14:paraId="4493D6AB"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14:paraId="769F3DBA" w14:textId="77777777" w:rsidR="00152B31" w:rsidRPr="00D00CBD" w:rsidRDefault="00152B31" w:rsidP="00152B31">
      <w:pPr>
        <w:jc w:val="both"/>
        <w:rPr>
          <w:rFonts w:cs="Arial"/>
          <w:color w:val="000000"/>
          <w:szCs w:val="20"/>
        </w:rPr>
      </w:pPr>
    </w:p>
    <w:p w14:paraId="56100014" w14:textId="77777777" w:rsidR="00152B31" w:rsidRPr="00D00CBD" w:rsidRDefault="00152B31" w:rsidP="00152B31">
      <w:pPr>
        <w:rPr>
          <w:rFonts w:cs="Arial"/>
          <w:b/>
          <w:color w:val="000000"/>
        </w:rPr>
      </w:pPr>
      <w:r w:rsidRPr="00D00CBD">
        <w:rPr>
          <w:rFonts w:cs="Arial"/>
          <w:b/>
          <w:color w:val="000000"/>
        </w:rPr>
        <w:t>Zhotovitel:</w:t>
      </w:r>
    </w:p>
    <w:p w14:paraId="3EDFF4AE" w14:textId="77777777" w:rsidR="00152B31" w:rsidRPr="00D00CBD" w:rsidRDefault="00152B31" w:rsidP="00152B31">
      <w:pPr>
        <w:jc w:val="both"/>
        <w:rPr>
          <w:rFonts w:cs="Arial"/>
          <w:bCs/>
          <w:color w:val="000000"/>
          <w:szCs w:val="20"/>
        </w:rPr>
      </w:pPr>
    </w:p>
    <w:p w14:paraId="30BA82E4" w14:textId="77777777"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14:paraId="7E3C29D5" w14:textId="77777777"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14:paraId="651DDBBE" w14:textId="77777777"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14:paraId="45840288" w14:textId="77777777"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14:paraId="7461F491" w14:textId="77777777"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14:paraId="6CF064B8" w14:textId="77777777"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14:paraId="5D54E565" w14:textId="77777777"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14:paraId="1CF14BF4" w14:textId="77777777"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14:paraId="6FFB9792" w14:textId="77777777"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14:paraId="21F2A444" w14:textId="77777777"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14:paraId="749491A7" w14:textId="77777777"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14:paraId="02A4A26B" w14:textId="77777777"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14:paraId="00F781F8" w14:textId="77777777" w:rsidR="00152B31" w:rsidRDefault="00152B31" w:rsidP="00152B31">
      <w:pPr>
        <w:jc w:val="both"/>
        <w:rPr>
          <w:rFonts w:cs="Arial"/>
          <w:color w:val="FF0000"/>
          <w:szCs w:val="20"/>
        </w:rPr>
      </w:pPr>
    </w:p>
    <w:p w14:paraId="3241C92F"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14:paraId="20CFE27E" w14:textId="77777777" w:rsidR="00152B31" w:rsidRPr="00D00CBD" w:rsidRDefault="00152B31" w:rsidP="00152B31">
      <w:pPr>
        <w:jc w:val="both"/>
        <w:rPr>
          <w:rFonts w:cs="Arial"/>
          <w:bCs/>
          <w:color w:val="000000"/>
          <w:szCs w:val="20"/>
        </w:rPr>
      </w:pPr>
    </w:p>
    <w:p w14:paraId="6230BAF9" w14:textId="77777777" w:rsidR="00152B31" w:rsidRPr="00D00CBD" w:rsidRDefault="00152B31" w:rsidP="00152B31">
      <w:pPr>
        <w:pStyle w:val="Nadpis1"/>
        <w:rPr>
          <w:rFonts w:cs="Arial"/>
          <w:color w:val="000000"/>
        </w:rPr>
      </w:pPr>
      <w:r w:rsidRPr="00D00CBD">
        <w:rPr>
          <w:rFonts w:cs="Arial"/>
          <w:color w:val="000000"/>
        </w:rPr>
        <w:t>PREAMBULE</w:t>
      </w:r>
    </w:p>
    <w:p w14:paraId="0281D7B0" w14:textId="77777777"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14:paraId="4A3C220D" w14:textId="103291E9" w:rsidR="00152B31" w:rsidRPr="00D00CBD" w:rsidRDefault="00152B31" w:rsidP="00152B31">
      <w:pPr>
        <w:pStyle w:val="Nadpis2"/>
        <w:rPr>
          <w:rFonts w:cs="Arial"/>
          <w:color w:val="000000"/>
        </w:rPr>
      </w:pPr>
      <w:r w:rsidRPr="00D00CBD">
        <w:rPr>
          <w:rFonts w:cs="Arial"/>
          <w:color w:val="000000"/>
        </w:rPr>
        <w:t xml:space="preserve">Podkladem k uzavření této smlouvy je nabídka zhotovitele ze </w:t>
      </w:r>
      <w:r w:rsidRPr="004D3763">
        <w:rPr>
          <w:rFonts w:cs="Arial"/>
          <w:color w:val="000000"/>
        </w:rPr>
        <w:t xml:space="preserve">dne </w:t>
      </w:r>
      <w:r w:rsidRPr="004D3763">
        <w:rPr>
          <w:rFonts w:cs="Arial"/>
          <w:color w:val="FF0000"/>
          <w:szCs w:val="20"/>
        </w:rPr>
        <w:t>XX.XX.20</w:t>
      </w:r>
      <w:r w:rsidR="006E3EAB" w:rsidRPr="004D3763">
        <w:rPr>
          <w:rFonts w:cs="Arial"/>
          <w:color w:val="FF0000"/>
          <w:szCs w:val="20"/>
          <w:lang w:val="cs-CZ"/>
        </w:rPr>
        <w:t>2</w:t>
      </w:r>
      <w:r w:rsidR="002E04AF" w:rsidRPr="004D3763">
        <w:rPr>
          <w:rFonts w:cs="Arial"/>
          <w:color w:val="FF0000"/>
          <w:szCs w:val="20"/>
          <w:lang w:val="cs-CZ"/>
        </w:rPr>
        <w:t>5</w:t>
      </w:r>
      <w:r w:rsidRPr="004D3763">
        <w:rPr>
          <w:rFonts w:cs="Arial"/>
          <w:color w:val="000000"/>
        </w:rPr>
        <w:t>,</w:t>
      </w:r>
      <w:r w:rsidRPr="00D00CBD">
        <w:rPr>
          <w:rFonts w:cs="Arial"/>
          <w:color w:val="000000"/>
        </w:rPr>
        <w:t xml:space="preserve"> která byla vypracována na základě výzvy objednatele k podání nabídky jako zakázka malého rozsahu na stavební práce.</w:t>
      </w:r>
    </w:p>
    <w:p w14:paraId="7FF31F84" w14:textId="77777777"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14:paraId="2D0D1725" w14:textId="77777777" w:rsidR="00152B31" w:rsidRPr="00D00CBD" w:rsidRDefault="00152B31" w:rsidP="00152B31">
      <w:pPr>
        <w:pStyle w:val="Nadpis1"/>
        <w:rPr>
          <w:rFonts w:cs="Arial"/>
          <w:color w:val="000000"/>
        </w:rPr>
      </w:pPr>
      <w:r w:rsidRPr="00D00CBD">
        <w:rPr>
          <w:rFonts w:cs="Arial"/>
          <w:color w:val="000000"/>
        </w:rPr>
        <w:t xml:space="preserve"> PŘEDMĚT DÍLA</w:t>
      </w:r>
    </w:p>
    <w:p w14:paraId="6A3DBA95" w14:textId="77777777"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14:paraId="5D2BE5A8" w14:textId="76DC5FD0" w:rsidR="00152B31" w:rsidRPr="002E04AF" w:rsidRDefault="00152B31" w:rsidP="00BD417C">
      <w:pPr>
        <w:rPr>
          <w:rFonts w:cs="Arial"/>
          <w:b/>
          <w:color w:val="000000"/>
        </w:rPr>
      </w:pPr>
      <w:r w:rsidRPr="00D00CBD">
        <w:rPr>
          <w:rFonts w:cs="Arial"/>
          <w:color w:val="000000"/>
          <w:sz w:val="24"/>
        </w:rPr>
        <w:br w:type="page"/>
      </w:r>
      <w:r w:rsidRPr="002E04AF">
        <w:rPr>
          <w:rFonts w:cs="Arial"/>
          <w:b/>
          <w:color w:val="000000"/>
        </w:rPr>
        <w:lastRenderedPageBreak/>
        <w:t xml:space="preserve">„Oprava chodníku v ul. </w:t>
      </w:r>
      <w:r w:rsidR="00654AE4" w:rsidRPr="002E04AF">
        <w:rPr>
          <w:rFonts w:cs="Arial"/>
          <w:b/>
          <w:color w:val="000000"/>
        </w:rPr>
        <w:t>Rybářská</w:t>
      </w:r>
      <w:r w:rsidRPr="002E04AF">
        <w:rPr>
          <w:rFonts w:cs="Arial"/>
          <w:b/>
          <w:color w:val="000000"/>
        </w:rPr>
        <w:t>“</w:t>
      </w:r>
    </w:p>
    <w:p w14:paraId="78163DB6" w14:textId="77777777" w:rsidR="00BD417C" w:rsidRPr="002E04AF" w:rsidRDefault="00BD417C" w:rsidP="00152B31">
      <w:pPr>
        <w:ind w:firstLine="360"/>
        <w:rPr>
          <w:rFonts w:cs="Arial"/>
          <w:color w:val="000000"/>
        </w:rPr>
      </w:pPr>
    </w:p>
    <w:p w14:paraId="084A6D9A" w14:textId="77777777" w:rsidR="00152B31" w:rsidRPr="002E04AF" w:rsidRDefault="00152B31" w:rsidP="00152B31">
      <w:pPr>
        <w:ind w:firstLine="360"/>
        <w:rPr>
          <w:rFonts w:cs="Arial"/>
          <w:color w:val="000000"/>
        </w:rPr>
      </w:pPr>
      <w:r w:rsidRPr="002E04AF">
        <w:rPr>
          <w:rFonts w:cs="Arial"/>
          <w:color w:val="000000"/>
        </w:rPr>
        <w:t xml:space="preserve"> (dále jen „dílo“)</w:t>
      </w:r>
    </w:p>
    <w:p w14:paraId="2A5B5170" w14:textId="77777777" w:rsidR="00BD417C" w:rsidRPr="002E04AF" w:rsidRDefault="00BD417C" w:rsidP="00152B31">
      <w:pPr>
        <w:ind w:left="360"/>
        <w:jc w:val="both"/>
        <w:rPr>
          <w:rFonts w:cs="Arial"/>
          <w:color w:val="000000"/>
          <w:szCs w:val="20"/>
        </w:rPr>
      </w:pPr>
    </w:p>
    <w:p w14:paraId="0C4FFAC6" w14:textId="77777777" w:rsidR="00152B31" w:rsidRPr="002E04AF" w:rsidRDefault="00152B31" w:rsidP="00152B31">
      <w:pPr>
        <w:ind w:left="360"/>
        <w:jc w:val="both"/>
        <w:rPr>
          <w:rFonts w:cs="Arial"/>
          <w:color w:val="000000"/>
          <w:szCs w:val="20"/>
        </w:rPr>
      </w:pPr>
      <w:r w:rsidRPr="002E04AF">
        <w:rPr>
          <w:rFonts w:cs="Arial"/>
          <w:color w:val="000000"/>
          <w:szCs w:val="20"/>
        </w:rPr>
        <w:t>Místo stavby:           Uherský Brod</w:t>
      </w:r>
    </w:p>
    <w:p w14:paraId="73544389" w14:textId="77777777" w:rsidR="00152B31" w:rsidRPr="002E04AF" w:rsidRDefault="00152B31" w:rsidP="00152B31">
      <w:pPr>
        <w:ind w:left="360"/>
        <w:jc w:val="both"/>
        <w:rPr>
          <w:rFonts w:cs="Arial"/>
          <w:color w:val="000000"/>
          <w:szCs w:val="20"/>
        </w:rPr>
      </w:pPr>
      <w:r w:rsidRPr="002E04AF">
        <w:rPr>
          <w:rFonts w:cs="Arial"/>
          <w:color w:val="000000"/>
          <w:szCs w:val="20"/>
        </w:rPr>
        <w:t>Katastrální území:    Uherský Brod</w:t>
      </w:r>
    </w:p>
    <w:p w14:paraId="02AFD529" w14:textId="77777777" w:rsidR="00152B31" w:rsidRPr="002E04AF" w:rsidRDefault="00152B31" w:rsidP="00152B31">
      <w:pPr>
        <w:ind w:left="360"/>
        <w:jc w:val="both"/>
        <w:rPr>
          <w:rFonts w:cs="Arial"/>
          <w:color w:val="000000"/>
          <w:szCs w:val="20"/>
        </w:rPr>
      </w:pPr>
    </w:p>
    <w:p w14:paraId="4C2B076D" w14:textId="77777777" w:rsidR="00654AE4" w:rsidRPr="00654AE4" w:rsidRDefault="00654AE4" w:rsidP="00654AE4">
      <w:pPr>
        <w:autoSpaceDE w:val="0"/>
        <w:autoSpaceDN w:val="0"/>
        <w:adjustRightInd w:val="0"/>
        <w:jc w:val="both"/>
        <w:rPr>
          <w:rFonts w:cs="Arial"/>
          <w:szCs w:val="20"/>
        </w:rPr>
      </w:pPr>
      <w:r w:rsidRPr="00654AE4">
        <w:rPr>
          <w:rFonts w:cs="Arial"/>
          <w:szCs w:val="20"/>
        </w:rPr>
        <w:t>Začátek chodníku je na ulici Předbranské v napojení na vržený chodník v rámci stejné stavby. Chodník je veden po levé straně místní komunikace. Konec chodníku je v místě napojení na stávající chodník u domu č.p. 1755. V celém rozsahu je chodník řešen jako rekonstrukce. Prostorové řešení trasy je limitováno stávajícím vedením. Z vnější strany chodníku bude osazena zahradní betonová obruba ABO 13-10 uložená do lože z betonu C12/15 tl. 100 mm. V místě napojení na místní komunikaci bude osazena nová silniční</w:t>
      </w:r>
    </w:p>
    <w:p w14:paraId="29C8C873" w14:textId="77777777" w:rsidR="00654AE4" w:rsidRPr="00654AE4" w:rsidRDefault="00654AE4" w:rsidP="00654AE4">
      <w:pPr>
        <w:autoSpaceDE w:val="0"/>
        <w:autoSpaceDN w:val="0"/>
        <w:adjustRightInd w:val="0"/>
        <w:jc w:val="both"/>
        <w:rPr>
          <w:rFonts w:cs="Arial"/>
          <w:szCs w:val="20"/>
        </w:rPr>
      </w:pPr>
      <w:r w:rsidRPr="00654AE4">
        <w:rPr>
          <w:rFonts w:cs="Arial"/>
          <w:szCs w:val="20"/>
        </w:rPr>
        <w:t>obruba ABO 2-15 uložená do lože z betonu C12/15 tl. 100 mm.</w:t>
      </w:r>
    </w:p>
    <w:p w14:paraId="16BEB42E" w14:textId="77777777" w:rsidR="00654AE4" w:rsidRPr="00654AE4" w:rsidRDefault="00654AE4" w:rsidP="00654AE4">
      <w:pPr>
        <w:autoSpaceDE w:val="0"/>
        <w:autoSpaceDN w:val="0"/>
        <w:adjustRightInd w:val="0"/>
        <w:jc w:val="both"/>
        <w:rPr>
          <w:rFonts w:cs="Arial"/>
          <w:szCs w:val="20"/>
        </w:rPr>
      </w:pPr>
    </w:p>
    <w:p w14:paraId="0CFD2AE8" w14:textId="5DB4E623" w:rsidR="00152B31" w:rsidRPr="00064539" w:rsidRDefault="00654AE4" w:rsidP="00654AE4">
      <w:pPr>
        <w:autoSpaceDE w:val="0"/>
        <w:autoSpaceDN w:val="0"/>
        <w:adjustRightInd w:val="0"/>
        <w:jc w:val="both"/>
        <w:rPr>
          <w:rFonts w:cs="Arial"/>
          <w:b/>
          <w:szCs w:val="20"/>
          <w:highlight w:val="yellow"/>
        </w:rPr>
      </w:pPr>
      <w:r w:rsidRPr="00654AE4">
        <w:rPr>
          <w:rFonts w:cs="Arial"/>
          <w:szCs w:val="20"/>
        </w:rPr>
        <w:t>Součástí prací je také oprava stávající kabeláře VO.</w:t>
      </w:r>
      <w:r w:rsidRPr="00064539">
        <w:rPr>
          <w:rFonts w:cs="Arial"/>
          <w:b/>
          <w:szCs w:val="20"/>
          <w:highlight w:val="yellow"/>
        </w:rPr>
        <w:t xml:space="preserve"> </w:t>
      </w:r>
    </w:p>
    <w:p w14:paraId="6763C9F0" w14:textId="77777777" w:rsidR="00152B31" w:rsidRPr="00D00CBD" w:rsidRDefault="00152B31" w:rsidP="00152B31">
      <w:pPr>
        <w:ind w:left="360"/>
        <w:jc w:val="both"/>
        <w:rPr>
          <w:rFonts w:cs="Arial"/>
          <w:color w:val="000000"/>
          <w:szCs w:val="20"/>
        </w:rPr>
      </w:pPr>
    </w:p>
    <w:p w14:paraId="7A46FD36" w14:textId="77777777" w:rsidR="00152B31" w:rsidRPr="00FA7A63" w:rsidRDefault="00152B31" w:rsidP="00152B31">
      <w:pPr>
        <w:pStyle w:val="Nadpis2"/>
        <w:rPr>
          <w:rFonts w:cs="Arial"/>
          <w:color w:val="000000"/>
        </w:rPr>
      </w:pPr>
      <w:r w:rsidRPr="00FA7A63">
        <w:rPr>
          <w:rFonts w:cs="Arial"/>
          <w:color w:val="000000"/>
        </w:rPr>
        <w:t>Rozsah díla</w:t>
      </w:r>
    </w:p>
    <w:p w14:paraId="106CF895" w14:textId="77777777"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14:paraId="3F891843" w14:textId="77777777"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14:paraId="09749BA8" w14:textId="77777777"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14:paraId="59844349" w14:textId="77777777" w:rsidR="00152B31" w:rsidRPr="00D00CBD" w:rsidRDefault="00152B31" w:rsidP="00152B31">
      <w:pPr>
        <w:rPr>
          <w:rFonts w:cs="Arial"/>
          <w:color w:val="000000"/>
        </w:rPr>
      </w:pPr>
    </w:p>
    <w:p w14:paraId="42163DC2" w14:textId="77777777" w:rsidR="00152B31" w:rsidRPr="00D00CBD" w:rsidRDefault="00152B31" w:rsidP="00152B31">
      <w:pPr>
        <w:pStyle w:val="Nadpis3"/>
        <w:rPr>
          <w:rFonts w:cs="Arial"/>
          <w:color w:val="000000"/>
        </w:rPr>
      </w:pPr>
      <w:r w:rsidRPr="00D00CBD">
        <w:rPr>
          <w:rFonts w:cs="Arial"/>
          <w:color w:val="000000"/>
        </w:rPr>
        <w:t xml:space="preserve">Vlastní a související práce </w:t>
      </w:r>
    </w:p>
    <w:p w14:paraId="6A4C071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14:paraId="01B86EAC"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14:paraId="1B7A7F3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14:paraId="457067A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14:paraId="04458BB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14:paraId="7B0DFD1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14:paraId="62B24C3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14:paraId="6D23C30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14:paraId="0FFEFCC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14:paraId="4435231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14:paraId="4590AC7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14:paraId="5A34E2B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14:paraId="39E9602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14:paraId="491A15A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14:paraId="08BC7F1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14:paraId="426407F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14:paraId="1291950D"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14:paraId="760FC7C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14:paraId="5670C02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14:paraId="3E88EA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14:paraId="258D38F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14:paraId="35CF0312" w14:textId="77777777"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14:paraId="61B58AE0" w14:textId="77777777"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14:paraId="0C9D9C34" w14:textId="77777777" w:rsidR="00A81127" w:rsidRPr="00E97E8E" w:rsidRDefault="00A81127" w:rsidP="00E97E8E">
      <w:pPr>
        <w:ind w:left="714"/>
        <w:jc w:val="both"/>
        <w:rPr>
          <w:rFonts w:cs="Arial"/>
          <w:szCs w:val="20"/>
        </w:rPr>
      </w:pPr>
    </w:p>
    <w:p w14:paraId="157E2EC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14:paraId="24D5C2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14:paraId="37879E3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14:paraId="68CDFB6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14:paraId="41325A3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14:paraId="43BBA18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14:paraId="102FD48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14:paraId="15F98395" w14:textId="77777777" w:rsidR="00152B31" w:rsidRPr="00D00CBD" w:rsidRDefault="00152B31" w:rsidP="00152B31">
      <w:pPr>
        <w:tabs>
          <w:tab w:val="left" w:pos="540"/>
          <w:tab w:val="left" w:pos="1080"/>
        </w:tabs>
        <w:jc w:val="both"/>
        <w:rPr>
          <w:rFonts w:cs="Arial"/>
          <w:color w:val="000000"/>
          <w:sz w:val="24"/>
        </w:rPr>
      </w:pPr>
    </w:p>
    <w:p w14:paraId="2039AF9E" w14:textId="77777777" w:rsidR="00152B31" w:rsidRPr="00D00CBD" w:rsidRDefault="00152B31" w:rsidP="00152B31">
      <w:pPr>
        <w:pStyle w:val="Nadpis2"/>
        <w:rPr>
          <w:rFonts w:cs="Arial"/>
          <w:color w:val="000000"/>
        </w:rPr>
      </w:pPr>
      <w:r w:rsidRPr="00D00CBD">
        <w:rPr>
          <w:rFonts w:cs="Arial"/>
          <w:color w:val="000000"/>
        </w:rPr>
        <w:t>Změna předmětu smlouvy</w:t>
      </w:r>
    </w:p>
    <w:p w14:paraId="6012F49F" w14:textId="77777777"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14:paraId="523F68C1" w14:textId="77777777" w:rsidR="00152B31" w:rsidRPr="00D00CBD" w:rsidRDefault="00152B31" w:rsidP="00152B31">
      <w:pPr>
        <w:rPr>
          <w:rFonts w:cs="Arial"/>
          <w:color w:val="000000"/>
        </w:rPr>
      </w:pPr>
    </w:p>
    <w:p w14:paraId="65A28AA7" w14:textId="77777777" w:rsidR="00152B31" w:rsidRDefault="00152B31" w:rsidP="00152B31">
      <w:pPr>
        <w:rPr>
          <w:rFonts w:cs="Arial"/>
          <w:color w:val="000000"/>
        </w:rPr>
      </w:pPr>
    </w:p>
    <w:p w14:paraId="27AE2101" w14:textId="77777777" w:rsidR="003244EF" w:rsidRPr="00D00CBD" w:rsidRDefault="003244EF" w:rsidP="00152B31">
      <w:pPr>
        <w:rPr>
          <w:rFonts w:cs="Arial"/>
          <w:color w:val="000000"/>
        </w:rPr>
      </w:pPr>
    </w:p>
    <w:p w14:paraId="5E34F243" w14:textId="77777777" w:rsidR="00152B31" w:rsidRPr="00D00CBD" w:rsidRDefault="00152B31" w:rsidP="00152B31">
      <w:pPr>
        <w:pStyle w:val="Nadpis1"/>
        <w:rPr>
          <w:rFonts w:cs="Arial"/>
          <w:color w:val="000000"/>
        </w:rPr>
      </w:pPr>
      <w:r w:rsidRPr="00D00CBD">
        <w:rPr>
          <w:rFonts w:cs="Arial"/>
          <w:color w:val="000000"/>
        </w:rPr>
        <w:lastRenderedPageBreak/>
        <w:t>DOBA PLNĚNÍ</w:t>
      </w:r>
    </w:p>
    <w:p w14:paraId="303ED872" w14:textId="77777777" w:rsidR="00152B31" w:rsidRPr="00D00CBD" w:rsidRDefault="00152B31" w:rsidP="00152B31">
      <w:pPr>
        <w:ind w:left="720"/>
        <w:rPr>
          <w:rFonts w:cs="Arial"/>
          <w:b/>
          <w:color w:val="000000"/>
        </w:rPr>
      </w:pPr>
    </w:p>
    <w:p w14:paraId="76025AAA" w14:textId="11E61F6A" w:rsidR="00515D1D" w:rsidRPr="002E04AF" w:rsidRDefault="00515D1D" w:rsidP="00515D1D">
      <w:r w:rsidRPr="002E04AF">
        <w:t xml:space="preserve">Zahájení prací: nejpozději od </w:t>
      </w:r>
      <w:r w:rsidR="001E068B">
        <w:t>22</w:t>
      </w:r>
      <w:bookmarkStart w:id="0" w:name="_GoBack"/>
      <w:bookmarkEnd w:id="0"/>
      <w:r w:rsidR="0011261D" w:rsidRPr="002E04AF">
        <w:t>.0</w:t>
      </w:r>
      <w:r w:rsidR="00654AE4" w:rsidRPr="002E04AF">
        <w:t>9</w:t>
      </w:r>
      <w:r w:rsidR="0011261D" w:rsidRPr="002E04AF">
        <w:t>.202</w:t>
      </w:r>
      <w:r w:rsidR="00654AE4" w:rsidRPr="002E04AF">
        <w:t>5</w:t>
      </w:r>
    </w:p>
    <w:p w14:paraId="535D1003" w14:textId="1C138F4A" w:rsidR="00515D1D" w:rsidRDefault="00515D1D" w:rsidP="00515D1D">
      <w:r w:rsidRPr="002E04AF">
        <w:t xml:space="preserve">Dokončení díla: do </w:t>
      </w:r>
      <w:r w:rsidR="00654AE4" w:rsidRPr="002E04AF">
        <w:t>8</w:t>
      </w:r>
      <w:r w:rsidRPr="002E04AF">
        <w:t xml:space="preserve"> týdnů od zahájení</w:t>
      </w:r>
    </w:p>
    <w:p w14:paraId="343C1E6E" w14:textId="77777777" w:rsidR="00F41CDE" w:rsidRPr="00191224" w:rsidRDefault="00F41CDE" w:rsidP="00515D1D"/>
    <w:p w14:paraId="0168258D" w14:textId="77777777" w:rsidR="00152B31" w:rsidRDefault="00152B31" w:rsidP="00152B31">
      <w:pPr>
        <w:pStyle w:val="Default"/>
        <w:rPr>
          <w:b/>
          <w:bCs/>
          <w:sz w:val="20"/>
          <w:szCs w:val="20"/>
        </w:rPr>
      </w:pPr>
    </w:p>
    <w:p w14:paraId="13753F8F" w14:textId="77777777" w:rsidR="00152B31" w:rsidRPr="00D00CBD" w:rsidRDefault="00152B31" w:rsidP="00152B31">
      <w:pPr>
        <w:pStyle w:val="Nadpis1"/>
        <w:rPr>
          <w:rFonts w:cs="Arial"/>
          <w:color w:val="000000"/>
        </w:rPr>
      </w:pPr>
      <w:r w:rsidRPr="00D00CBD">
        <w:rPr>
          <w:rFonts w:cs="Arial"/>
          <w:color w:val="000000"/>
        </w:rPr>
        <w:t>CENA DÍLA</w:t>
      </w:r>
    </w:p>
    <w:p w14:paraId="1414004F" w14:textId="77777777"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14:paraId="5E5C8DE2" w14:textId="77777777"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14:paraId="5C462894" w14:textId="77777777" w:rsidTr="0086073D">
        <w:trPr>
          <w:trHeight w:val="324"/>
        </w:trPr>
        <w:tc>
          <w:tcPr>
            <w:tcW w:w="3795" w:type="dxa"/>
          </w:tcPr>
          <w:p w14:paraId="1FBBFB9F" w14:textId="77777777" w:rsidR="00152B31" w:rsidRPr="00D00CBD" w:rsidRDefault="00152B31" w:rsidP="0086073D">
            <w:pPr>
              <w:rPr>
                <w:rFonts w:cs="Arial"/>
                <w:b/>
                <w:color w:val="000000"/>
              </w:rPr>
            </w:pPr>
            <w:r w:rsidRPr="00D00CBD">
              <w:rPr>
                <w:rFonts w:cs="Arial"/>
                <w:b/>
                <w:color w:val="000000"/>
              </w:rPr>
              <w:t>Cena bez DPH</w:t>
            </w:r>
          </w:p>
        </w:tc>
        <w:tc>
          <w:tcPr>
            <w:tcW w:w="3118" w:type="dxa"/>
          </w:tcPr>
          <w:p w14:paraId="09B0BCC3" w14:textId="77777777"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14:paraId="01B4D29B" w14:textId="77777777" w:rsidTr="0086073D">
        <w:trPr>
          <w:trHeight w:val="324"/>
        </w:trPr>
        <w:tc>
          <w:tcPr>
            <w:tcW w:w="3795" w:type="dxa"/>
          </w:tcPr>
          <w:p w14:paraId="0A8FA842" w14:textId="77777777" w:rsidR="00152B31" w:rsidRPr="00D00CBD" w:rsidRDefault="00152B31" w:rsidP="0086073D">
            <w:pPr>
              <w:rPr>
                <w:rFonts w:cs="Arial"/>
                <w:b/>
                <w:color w:val="000000"/>
              </w:rPr>
            </w:pPr>
            <w:r w:rsidRPr="00D00CBD">
              <w:rPr>
                <w:rFonts w:cs="Arial"/>
                <w:b/>
                <w:color w:val="000000"/>
              </w:rPr>
              <w:t>DPH 21%</w:t>
            </w:r>
          </w:p>
        </w:tc>
        <w:tc>
          <w:tcPr>
            <w:tcW w:w="3118" w:type="dxa"/>
          </w:tcPr>
          <w:p w14:paraId="4436B46F" w14:textId="77777777"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14:paraId="137FCEBA" w14:textId="77777777" w:rsidTr="0086073D">
        <w:trPr>
          <w:trHeight w:val="324"/>
        </w:trPr>
        <w:tc>
          <w:tcPr>
            <w:tcW w:w="3795" w:type="dxa"/>
          </w:tcPr>
          <w:p w14:paraId="11003457" w14:textId="77777777"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14:paraId="4FE4B1A4" w14:textId="77777777"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14:paraId="292A697F" w14:textId="77777777" w:rsidR="00152B31" w:rsidRPr="00D00CBD" w:rsidRDefault="00152B31" w:rsidP="00152B31">
      <w:pPr>
        <w:ind w:left="360"/>
        <w:jc w:val="both"/>
        <w:rPr>
          <w:rFonts w:cs="Arial"/>
          <w:color w:val="000000"/>
          <w:szCs w:val="20"/>
        </w:rPr>
      </w:pPr>
    </w:p>
    <w:p w14:paraId="5B1E0241" w14:textId="77777777"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14:paraId="29495EA4" w14:textId="77777777"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14:paraId="7EC08A0C" w14:textId="77777777"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14:paraId="3B7CF1B6" w14:textId="77777777" w:rsidR="00152B31" w:rsidRPr="00D00CBD" w:rsidRDefault="00152B31" w:rsidP="00152B31">
      <w:pPr>
        <w:rPr>
          <w:rFonts w:cs="Arial"/>
          <w:color w:val="000000"/>
          <w:sz w:val="24"/>
        </w:rPr>
      </w:pPr>
    </w:p>
    <w:p w14:paraId="435196A1" w14:textId="77777777" w:rsidR="00152B31" w:rsidRPr="00D00CBD" w:rsidRDefault="00152B31" w:rsidP="00152B31">
      <w:pPr>
        <w:pStyle w:val="Nadpis1"/>
        <w:rPr>
          <w:rFonts w:cs="Arial"/>
          <w:color w:val="000000"/>
        </w:rPr>
      </w:pPr>
      <w:r w:rsidRPr="00D00CBD">
        <w:rPr>
          <w:rFonts w:cs="Arial"/>
          <w:color w:val="000000"/>
        </w:rPr>
        <w:t>Podmínky pro změnu ceny</w:t>
      </w:r>
    </w:p>
    <w:p w14:paraId="2C0C6B37" w14:textId="77777777"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14:paraId="7379F6D1"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14:paraId="28FEA7F6"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14:paraId="4C7E61E8" w14:textId="77777777" w:rsidR="00152B31" w:rsidRPr="00D00CBD" w:rsidRDefault="00152B31" w:rsidP="00152B31">
      <w:pPr>
        <w:tabs>
          <w:tab w:val="left" w:pos="540"/>
          <w:tab w:val="left" w:pos="1080"/>
        </w:tabs>
        <w:jc w:val="both"/>
        <w:rPr>
          <w:rFonts w:cs="Arial"/>
          <w:color w:val="000000"/>
          <w:szCs w:val="20"/>
        </w:rPr>
      </w:pPr>
    </w:p>
    <w:p w14:paraId="277EDD72" w14:textId="77777777" w:rsidR="00152B31" w:rsidRPr="00D00CBD" w:rsidRDefault="00152B31" w:rsidP="00152B31">
      <w:pPr>
        <w:pStyle w:val="Nadpis3"/>
        <w:rPr>
          <w:rFonts w:cs="Arial"/>
          <w:color w:val="000000"/>
        </w:rPr>
      </w:pPr>
      <w:r w:rsidRPr="00D00CBD">
        <w:rPr>
          <w:rFonts w:cs="Arial"/>
          <w:color w:val="000000"/>
        </w:rPr>
        <w:t>Způsob sjednání změny ceny</w:t>
      </w:r>
    </w:p>
    <w:p w14:paraId="490221ED"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14:paraId="71DC4DD2"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14:paraId="2BA2717E" w14:textId="77777777"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14:paraId="11E8C086" w14:textId="77777777"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14:paraId="292E8EAD" w14:textId="77777777" w:rsidR="00491218" w:rsidRDefault="00491218" w:rsidP="00491218">
      <w:pPr>
        <w:jc w:val="both"/>
        <w:rPr>
          <w:rFonts w:cs="Arial"/>
          <w:color w:val="000000"/>
        </w:rPr>
      </w:pPr>
    </w:p>
    <w:p w14:paraId="7A244CF3" w14:textId="77777777" w:rsidR="00491218" w:rsidRDefault="00491218" w:rsidP="00491218">
      <w:pPr>
        <w:jc w:val="both"/>
        <w:rPr>
          <w:rFonts w:cs="Arial"/>
          <w:color w:val="000000"/>
        </w:rPr>
      </w:pPr>
    </w:p>
    <w:p w14:paraId="5DA8F8C4" w14:textId="77777777" w:rsidR="00152B31" w:rsidRPr="00D00CBD" w:rsidRDefault="00152B31" w:rsidP="00152B31">
      <w:pPr>
        <w:pStyle w:val="Nadpis1"/>
        <w:rPr>
          <w:rFonts w:cs="Arial"/>
          <w:color w:val="000000"/>
        </w:rPr>
      </w:pPr>
      <w:r w:rsidRPr="00D00CBD">
        <w:rPr>
          <w:rFonts w:cs="Arial"/>
          <w:color w:val="000000"/>
        </w:rPr>
        <w:t>PLATEBNÍ PODMÍNKY</w:t>
      </w:r>
    </w:p>
    <w:p w14:paraId="365C6606" w14:textId="77777777" w:rsidR="00152B31" w:rsidRPr="00D00CBD" w:rsidRDefault="00152B31" w:rsidP="00152B31">
      <w:pPr>
        <w:pStyle w:val="Nadpis2"/>
        <w:rPr>
          <w:rFonts w:cs="Arial"/>
          <w:color w:val="000000"/>
        </w:rPr>
      </w:pPr>
      <w:r w:rsidRPr="00D00CBD">
        <w:rPr>
          <w:rFonts w:cs="Arial"/>
          <w:color w:val="000000"/>
        </w:rPr>
        <w:t>Objednatel neposkytuje zálohy.</w:t>
      </w:r>
    </w:p>
    <w:p w14:paraId="11C2C076" w14:textId="77777777"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14:paraId="775E1EE5" w14:textId="77777777"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14:paraId="70D42196" w14:textId="77777777"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14:paraId="15197500"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14:paraId="0CAA3E12" w14:textId="77777777"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14:paraId="7A1BED6F" w14:textId="77777777"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14:paraId="1C70C4AC" w14:textId="77777777" w:rsidR="00491218" w:rsidRPr="00491218" w:rsidRDefault="00491218" w:rsidP="00491218">
      <w:pPr>
        <w:rPr>
          <w:lang w:eastAsia="x-none"/>
        </w:rPr>
      </w:pPr>
    </w:p>
    <w:p w14:paraId="2D35AC03" w14:textId="77777777"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14:paraId="7F14CB66"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14:paraId="5BCBFFDD" w14:textId="77777777"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14:paraId="3C23AC35"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14:paraId="3F924ED0"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14:paraId="6AE64811"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14:paraId="1F67B175" w14:textId="77777777"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14:paraId="680FA3F4" w14:textId="77777777" w:rsidR="00491218" w:rsidRPr="00491218" w:rsidRDefault="00491218" w:rsidP="00491218">
      <w:pPr>
        <w:rPr>
          <w:lang w:eastAsia="x-none"/>
        </w:rPr>
      </w:pPr>
    </w:p>
    <w:p w14:paraId="3B11A84C" w14:textId="77777777"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14:paraId="2F725197" w14:textId="77777777" w:rsidR="00491218" w:rsidRPr="00491218" w:rsidRDefault="00491218" w:rsidP="00491218">
      <w:pPr>
        <w:rPr>
          <w:lang w:eastAsia="x-none"/>
        </w:rPr>
      </w:pPr>
    </w:p>
    <w:p w14:paraId="4FB0C97F" w14:textId="77777777"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14:paraId="4C2EFD74" w14:textId="77777777" w:rsidR="00491218" w:rsidRPr="00491218" w:rsidRDefault="00491218" w:rsidP="00491218">
      <w:pPr>
        <w:rPr>
          <w:lang w:eastAsia="x-none"/>
        </w:rPr>
      </w:pPr>
    </w:p>
    <w:p w14:paraId="41BE2FB2" w14:textId="77777777"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14:paraId="3838905D" w14:textId="77777777"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14:paraId="6D070B4F" w14:textId="77777777" w:rsidR="00152B31" w:rsidRPr="00665DBD" w:rsidRDefault="00152B31" w:rsidP="00152B31">
      <w:pPr>
        <w:rPr>
          <w:lang w:val="x-none" w:eastAsia="x-none"/>
        </w:rPr>
      </w:pPr>
    </w:p>
    <w:p w14:paraId="4249D980" w14:textId="77777777" w:rsidR="00152B31" w:rsidRPr="00D00CBD" w:rsidRDefault="00152B31" w:rsidP="00152B31">
      <w:pPr>
        <w:pStyle w:val="Nadpis1"/>
        <w:rPr>
          <w:rFonts w:cs="Arial"/>
          <w:color w:val="000000"/>
        </w:rPr>
      </w:pPr>
      <w:r w:rsidRPr="00D00CBD">
        <w:rPr>
          <w:rFonts w:cs="Arial"/>
          <w:color w:val="000000"/>
        </w:rPr>
        <w:t>STAVENIŠTĚ</w:t>
      </w:r>
    </w:p>
    <w:p w14:paraId="2629CA76" w14:textId="77777777"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14:paraId="2C48C4DE" w14:textId="77777777" w:rsidR="00152B31" w:rsidRDefault="00152B31" w:rsidP="00152B31">
      <w:pPr>
        <w:pStyle w:val="Nadpis2"/>
        <w:rPr>
          <w:rFonts w:cs="Arial"/>
          <w:color w:val="000000"/>
          <w:lang w:val="cs-CZ"/>
        </w:rPr>
      </w:pPr>
      <w:r w:rsidRPr="00D00CBD">
        <w:rPr>
          <w:rFonts w:cs="Arial"/>
          <w:color w:val="000000"/>
        </w:rPr>
        <w:t>Předání a převzetí staveniště</w:t>
      </w:r>
    </w:p>
    <w:p w14:paraId="7EB554BB" w14:textId="77777777" w:rsidR="009648DE" w:rsidRPr="009648DE" w:rsidRDefault="009648DE" w:rsidP="009648DE">
      <w:pPr>
        <w:rPr>
          <w:lang w:eastAsia="x-none"/>
        </w:rPr>
      </w:pPr>
    </w:p>
    <w:p w14:paraId="0D809335" w14:textId="77777777"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14:paraId="189C02BE" w14:textId="77777777"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14:paraId="3421E620" w14:textId="77777777"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14:paraId="13862ED2" w14:textId="77777777"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14:paraId="1DBEF5EC" w14:textId="77777777" w:rsidR="00152B31" w:rsidRPr="00D00CBD" w:rsidRDefault="00152B31" w:rsidP="00152B31">
      <w:pPr>
        <w:pStyle w:val="Nadpis2"/>
        <w:rPr>
          <w:rFonts w:cs="Arial"/>
          <w:color w:val="000000"/>
        </w:rPr>
      </w:pPr>
      <w:r w:rsidRPr="00D00CBD">
        <w:rPr>
          <w:rFonts w:cs="Arial"/>
          <w:color w:val="000000"/>
        </w:rPr>
        <w:t xml:space="preserve">Vyklizení staveniště </w:t>
      </w:r>
    </w:p>
    <w:p w14:paraId="41ED2B16" w14:textId="77777777"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14:paraId="429AC85A" w14:textId="77777777" w:rsidR="00152B31" w:rsidRPr="00665DBD" w:rsidRDefault="00152B31" w:rsidP="00152B31">
      <w:pPr>
        <w:rPr>
          <w:lang w:val="x-none" w:eastAsia="x-none"/>
        </w:rPr>
      </w:pPr>
    </w:p>
    <w:p w14:paraId="47050AF9" w14:textId="77777777" w:rsidR="00152B31" w:rsidRPr="00D00CBD" w:rsidRDefault="00152B31" w:rsidP="00152B31">
      <w:pPr>
        <w:pStyle w:val="Nadpis1"/>
        <w:rPr>
          <w:rFonts w:cs="Arial"/>
          <w:color w:val="000000"/>
        </w:rPr>
      </w:pPr>
      <w:r w:rsidRPr="00D00CBD">
        <w:rPr>
          <w:rFonts w:cs="Arial"/>
          <w:color w:val="000000"/>
        </w:rPr>
        <w:t>STAVEBNÍ DENÍK</w:t>
      </w:r>
    </w:p>
    <w:p w14:paraId="2782C9FA" w14:textId="77777777"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14:paraId="5F8B354A" w14:textId="77777777"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14:paraId="7A883DEF"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14:paraId="57BCE2CC"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14:paraId="0455986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14:paraId="62C3AD2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14:paraId="07D5E0C6"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14:paraId="331CC33A" w14:textId="77777777"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14:paraId="717A63DB" w14:textId="77777777"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14:paraId="7F55B5F3" w14:textId="77777777"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14:paraId="163232FA" w14:textId="77777777" w:rsidR="008175FD" w:rsidRPr="00E97E8E" w:rsidRDefault="008175FD" w:rsidP="00E97E8E"/>
    <w:p w14:paraId="1EDA5280" w14:textId="77777777" w:rsidR="00152B31" w:rsidRPr="00D00CBD" w:rsidRDefault="00152B31" w:rsidP="00152B31">
      <w:pPr>
        <w:pStyle w:val="Nadpis1"/>
        <w:rPr>
          <w:rFonts w:cs="Arial"/>
          <w:color w:val="000000"/>
          <w:szCs w:val="24"/>
        </w:rPr>
      </w:pPr>
      <w:r w:rsidRPr="00D00CBD">
        <w:rPr>
          <w:rFonts w:cs="Arial"/>
          <w:color w:val="000000"/>
        </w:rPr>
        <w:t>KONTROLNÍ DNY</w:t>
      </w:r>
    </w:p>
    <w:p w14:paraId="389BBC63" w14:textId="77777777"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14:paraId="4996EB2B" w14:textId="77777777"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14:paraId="3DC8BC38" w14:textId="77777777" w:rsidR="00152B31" w:rsidRPr="00D00CBD" w:rsidRDefault="00152B31" w:rsidP="00152B31">
      <w:pPr>
        <w:jc w:val="both"/>
        <w:rPr>
          <w:rFonts w:cs="Arial"/>
          <w:color w:val="000000"/>
          <w:szCs w:val="20"/>
        </w:rPr>
      </w:pPr>
    </w:p>
    <w:p w14:paraId="58E983E3" w14:textId="77777777" w:rsidR="00152B31" w:rsidRPr="00D00CBD" w:rsidRDefault="00152B31" w:rsidP="00152B31">
      <w:pPr>
        <w:jc w:val="both"/>
        <w:rPr>
          <w:rFonts w:cs="Arial"/>
          <w:color w:val="000000"/>
          <w:szCs w:val="20"/>
        </w:rPr>
      </w:pPr>
    </w:p>
    <w:p w14:paraId="1175899D" w14:textId="77777777" w:rsidR="00152B31" w:rsidRPr="00D00CBD" w:rsidRDefault="00152B31" w:rsidP="00152B31">
      <w:pPr>
        <w:pStyle w:val="Nadpis1"/>
        <w:rPr>
          <w:rFonts w:cs="Arial"/>
          <w:color w:val="000000"/>
        </w:rPr>
      </w:pPr>
      <w:r w:rsidRPr="00D00CBD">
        <w:rPr>
          <w:rFonts w:cs="Arial"/>
          <w:color w:val="000000"/>
        </w:rPr>
        <w:t>Provádění díla a bezpečnost práce</w:t>
      </w:r>
    </w:p>
    <w:p w14:paraId="652CFFF5" w14:textId="77777777"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14:paraId="0A64557D" w14:textId="77777777" w:rsidR="003244EF" w:rsidRPr="003244EF" w:rsidRDefault="003244EF" w:rsidP="003244EF">
      <w:pPr>
        <w:rPr>
          <w:lang w:val="x-none" w:eastAsia="x-none"/>
        </w:rPr>
      </w:pPr>
    </w:p>
    <w:p w14:paraId="46305D13" w14:textId="77777777" w:rsidR="00152B31" w:rsidRPr="00D00CBD" w:rsidRDefault="00152B31" w:rsidP="00152B31">
      <w:pPr>
        <w:pStyle w:val="Nadpis2"/>
        <w:rPr>
          <w:rFonts w:cs="Arial"/>
          <w:color w:val="000000"/>
          <w:szCs w:val="20"/>
        </w:rPr>
      </w:pPr>
      <w:r w:rsidRPr="00D00CBD">
        <w:rPr>
          <w:rFonts w:cs="Arial"/>
          <w:color w:val="000000"/>
          <w:szCs w:val="20"/>
        </w:rPr>
        <w:lastRenderedPageBreak/>
        <w:t xml:space="preserve">Zhotovitel se zavazuje provést dílo pod svým osobním vedením. </w:t>
      </w:r>
    </w:p>
    <w:p w14:paraId="486F7260" w14:textId="77777777"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14:paraId="7683A9DC" w14:textId="77777777"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14:paraId="341846B9"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14:paraId="225DECF8" w14:textId="77777777"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14:paraId="08589DB2" w14:textId="77777777"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14:paraId="4AA66099"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14:paraId="6BD4AA7E" w14:textId="77777777"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14:paraId="589D869A" w14:textId="77777777"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14:paraId="2E41B244" w14:textId="77777777"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14:paraId="296098E5" w14:textId="77777777" w:rsidR="0088256C" w:rsidRPr="00E97E8E" w:rsidRDefault="0088256C" w:rsidP="00E97E8E"/>
    <w:p w14:paraId="79D659E3" w14:textId="77777777" w:rsidR="00152B31" w:rsidRPr="00D00CBD" w:rsidRDefault="00152B31" w:rsidP="00152B31">
      <w:pPr>
        <w:rPr>
          <w:rFonts w:cs="Arial"/>
          <w:color w:val="000000"/>
        </w:rPr>
      </w:pPr>
    </w:p>
    <w:p w14:paraId="2F434B5B" w14:textId="77777777" w:rsidR="00152B31" w:rsidRPr="00D00CBD" w:rsidRDefault="00152B31" w:rsidP="00152B31">
      <w:pPr>
        <w:pStyle w:val="Nadpis1"/>
        <w:rPr>
          <w:rFonts w:cs="Arial"/>
          <w:color w:val="000000"/>
        </w:rPr>
      </w:pPr>
      <w:r w:rsidRPr="00D00CBD">
        <w:rPr>
          <w:rFonts w:cs="Arial"/>
          <w:color w:val="000000"/>
        </w:rPr>
        <w:t>Předání a převzetí díla</w:t>
      </w:r>
    </w:p>
    <w:p w14:paraId="43AEBF7F" w14:textId="77777777"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14:paraId="21F53205" w14:textId="77777777"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14:paraId="568CBD36" w14:textId="77777777"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14:paraId="7043A0D3" w14:textId="77777777"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14:paraId="6D7DA12E" w14:textId="77777777" w:rsidR="00491218" w:rsidRPr="00491218" w:rsidRDefault="00491218" w:rsidP="00491218">
      <w:pPr>
        <w:rPr>
          <w:lang w:eastAsia="x-none"/>
        </w:rPr>
      </w:pPr>
    </w:p>
    <w:p w14:paraId="079D5C86" w14:textId="77777777"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14:paraId="3AF32911" w14:textId="77777777"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14:paraId="1D7B4759" w14:textId="77777777"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14:paraId="1D6CD077" w14:textId="77777777"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14:paraId="7286225F"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14:paraId="1EE178BF"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14:paraId="58BF6929" w14:textId="3E9DCB79" w:rsidR="00152B31" w:rsidRPr="004D3763" w:rsidRDefault="00152B31" w:rsidP="004D3763">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a protokoly o provedených zkouškách</w:t>
      </w:r>
      <w:r w:rsidR="004D3763">
        <w:rPr>
          <w:rFonts w:ascii="Arial" w:hAnsi="Arial" w:cs="Arial"/>
          <w:color w:val="000000"/>
          <w:sz w:val="20"/>
          <w:szCs w:val="20"/>
          <w:lang w:val="cs-CZ"/>
        </w:rPr>
        <w:t>.</w:t>
      </w:r>
    </w:p>
    <w:p w14:paraId="42323DF5"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14:paraId="1C7FC7B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14:paraId="6D1D2D36" w14:textId="77777777"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14:paraId="135C753E"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14:paraId="5D0A927B" w14:textId="77777777"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14:paraId="79A2530B"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p>
    <w:p w14:paraId="6358CF72" w14:textId="77777777" w:rsidR="00152B31" w:rsidRPr="00D00CBD" w:rsidRDefault="00152B31" w:rsidP="00152B31">
      <w:pPr>
        <w:ind w:left="60"/>
        <w:jc w:val="both"/>
        <w:rPr>
          <w:rFonts w:cs="Arial"/>
          <w:b/>
          <w:bCs/>
          <w:color w:val="000000"/>
          <w:szCs w:val="20"/>
        </w:rPr>
      </w:pPr>
    </w:p>
    <w:p w14:paraId="611B2B65" w14:textId="77777777" w:rsidR="00152B31" w:rsidRPr="00D00CBD" w:rsidRDefault="00152B31" w:rsidP="00152B31">
      <w:pPr>
        <w:pStyle w:val="Nadpis1"/>
        <w:rPr>
          <w:rFonts w:cs="Arial"/>
          <w:color w:val="000000"/>
        </w:rPr>
      </w:pPr>
      <w:r w:rsidRPr="00D00CBD">
        <w:rPr>
          <w:rFonts w:cs="Arial"/>
          <w:color w:val="000000"/>
        </w:rPr>
        <w:t>Záruka za jakost díla</w:t>
      </w:r>
    </w:p>
    <w:p w14:paraId="6A5C9981"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14:paraId="7D79E591"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14:paraId="4868E79B" w14:textId="77777777"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14:paraId="7B8A0FEE" w14:textId="77777777"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14:paraId="7A920981" w14:textId="77777777" w:rsidR="00152B31" w:rsidRPr="00D00CBD" w:rsidRDefault="00152B31" w:rsidP="00152B31">
      <w:pPr>
        <w:pStyle w:val="Nadpis2"/>
        <w:rPr>
          <w:rFonts w:cs="Arial"/>
          <w:color w:val="000000"/>
        </w:rPr>
      </w:pPr>
      <w:r w:rsidRPr="00D00CBD">
        <w:rPr>
          <w:rFonts w:cs="Arial"/>
          <w:color w:val="000000"/>
        </w:rPr>
        <w:t>Způsob reklamace vad</w:t>
      </w:r>
    </w:p>
    <w:p w14:paraId="4F83975E" w14:textId="77777777"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14:paraId="0652D495" w14:textId="77777777"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14:paraId="32B20D08" w14:textId="77777777"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14:paraId="73AAA885" w14:textId="77777777"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14:paraId="750FF47E" w14:textId="77777777"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14:paraId="0023817C" w14:textId="77777777" w:rsidR="00152B31" w:rsidRPr="00D00CBD" w:rsidRDefault="00152B31" w:rsidP="00152B31">
      <w:pPr>
        <w:ind w:left="540"/>
        <w:jc w:val="both"/>
        <w:rPr>
          <w:rFonts w:cs="Arial"/>
          <w:color w:val="000000"/>
          <w:szCs w:val="20"/>
        </w:rPr>
      </w:pPr>
    </w:p>
    <w:p w14:paraId="6D2B2153" w14:textId="77777777" w:rsidR="00152B31" w:rsidRDefault="00152B31" w:rsidP="00152B31">
      <w:pPr>
        <w:pStyle w:val="Nadpis3"/>
        <w:rPr>
          <w:rFonts w:cs="Arial"/>
          <w:color w:val="000000"/>
          <w:lang w:val="cs-CZ"/>
        </w:rPr>
      </w:pPr>
      <w:r w:rsidRPr="00D00CBD">
        <w:rPr>
          <w:rFonts w:cs="Arial"/>
          <w:color w:val="000000"/>
        </w:rPr>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14:paraId="2AAA5E99" w14:textId="77777777"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14:paraId="64FBD598" w14:textId="77777777"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14:paraId="2C3E0309" w14:textId="77777777"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14:paraId="62072970" w14:textId="77777777" w:rsidR="00152B31" w:rsidRPr="00D00CBD" w:rsidRDefault="00152B31" w:rsidP="00152B31">
      <w:pPr>
        <w:ind w:left="720"/>
        <w:jc w:val="both"/>
        <w:rPr>
          <w:rFonts w:cs="Arial"/>
          <w:bCs/>
          <w:color w:val="000000"/>
          <w:szCs w:val="20"/>
        </w:rPr>
      </w:pPr>
    </w:p>
    <w:p w14:paraId="47CD9E3B" w14:textId="77777777"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14:paraId="363C1088" w14:textId="77777777"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w:t>
      </w:r>
      <w:r w:rsidRPr="00D00CBD">
        <w:rPr>
          <w:rFonts w:cs="Arial"/>
          <w:color w:val="000000"/>
        </w:rPr>
        <w:lastRenderedPageBreak/>
        <w:t>reklamovaných vad, platí pro odstranění vad lhůta maximálně 10 dnů od doručení reklamace.</w:t>
      </w:r>
    </w:p>
    <w:p w14:paraId="3952F5BE" w14:textId="77777777"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14:paraId="3EAA46AD" w14:textId="77777777"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14:paraId="25662DB8" w14:textId="77777777" w:rsidR="00025BE7" w:rsidRPr="00025BE7" w:rsidRDefault="00025BE7" w:rsidP="00025BE7">
      <w:pPr>
        <w:rPr>
          <w:lang w:eastAsia="x-none"/>
        </w:rPr>
      </w:pPr>
    </w:p>
    <w:p w14:paraId="5BF4C1A3" w14:textId="77777777" w:rsidR="00152B31" w:rsidRPr="00D00CBD" w:rsidRDefault="00152B31" w:rsidP="00152B31">
      <w:pPr>
        <w:pStyle w:val="Nadpis1"/>
        <w:rPr>
          <w:rFonts w:cs="Arial"/>
          <w:color w:val="000000"/>
        </w:rPr>
      </w:pPr>
      <w:r w:rsidRPr="00D00CBD">
        <w:rPr>
          <w:rFonts w:cs="Arial"/>
          <w:color w:val="000000"/>
        </w:rPr>
        <w:t>MAJETKOVÉ SANKCE</w:t>
      </w:r>
    </w:p>
    <w:p w14:paraId="57B5633B" w14:textId="77777777" w:rsidR="00152B31" w:rsidRPr="00D00CBD" w:rsidRDefault="00152B31" w:rsidP="00152B31">
      <w:pPr>
        <w:pStyle w:val="Nadpis2"/>
        <w:rPr>
          <w:rFonts w:cs="Arial"/>
          <w:color w:val="000000"/>
        </w:rPr>
      </w:pPr>
      <w:r w:rsidRPr="00D00CBD">
        <w:rPr>
          <w:rFonts w:cs="Arial"/>
          <w:color w:val="000000"/>
        </w:rPr>
        <w:t>Sankce za nesplnění doby plnění</w:t>
      </w:r>
    </w:p>
    <w:p w14:paraId="64ACA02E" w14:textId="77777777"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14:paraId="4D89E511" w14:textId="77777777"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14:paraId="3E25ADA5" w14:textId="77777777"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14:paraId="46835F12" w14:textId="77777777" w:rsidR="00152B31" w:rsidRPr="00D00CBD" w:rsidRDefault="00152B31" w:rsidP="00152B31">
      <w:pPr>
        <w:pStyle w:val="Nadpis2"/>
        <w:rPr>
          <w:rFonts w:cs="Arial"/>
          <w:color w:val="000000"/>
        </w:rPr>
      </w:pPr>
      <w:r w:rsidRPr="00D00CBD">
        <w:rPr>
          <w:rFonts w:cs="Arial"/>
          <w:color w:val="000000"/>
        </w:rPr>
        <w:t>Sankce za neodstranění reklamovaných vad</w:t>
      </w:r>
    </w:p>
    <w:p w14:paraId="38E2FDFF" w14:textId="77777777"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14:paraId="7736EBE9" w14:textId="77777777"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14:paraId="11054667" w14:textId="77777777"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14:paraId="126AA188" w14:textId="77777777"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14:paraId="1FC39628" w14:textId="77777777" w:rsidR="00491218" w:rsidRPr="00491218" w:rsidRDefault="00491218" w:rsidP="00491218">
      <w:pPr>
        <w:rPr>
          <w:lang w:eastAsia="x-none"/>
        </w:rPr>
      </w:pPr>
    </w:p>
    <w:p w14:paraId="2D643567" w14:textId="77777777"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14:paraId="78618515" w14:textId="77777777"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503B8092" w14:textId="77777777"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14:paraId="15C04A51" w14:textId="77777777" w:rsidR="00025BE7" w:rsidRPr="00025BE7" w:rsidRDefault="00025BE7" w:rsidP="00025BE7">
      <w:pPr>
        <w:rPr>
          <w:lang w:eastAsia="x-none"/>
        </w:rPr>
      </w:pPr>
    </w:p>
    <w:p w14:paraId="0CEFC0C6" w14:textId="77777777"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14:paraId="64C31A02" w14:textId="77777777" w:rsidR="003244EF" w:rsidRPr="003244EF" w:rsidRDefault="003244EF" w:rsidP="003244EF">
      <w:pPr>
        <w:rPr>
          <w:lang w:val="x-none" w:eastAsia="x-none"/>
        </w:rPr>
      </w:pPr>
    </w:p>
    <w:p w14:paraId="2BC9B3C4" w14:textId="77777777" w:rsidR="00152B31" w:rsidRPr="00D00CBD" w:rsidRDefault="00152B31" w:rsidP="00152B31">
      <w:pPr>
        <w:pStyle w:val="Nadpis3"/>
        <w:rPr>
          <w:rFonts w:cs="Arial"/>
          <w:color w:val="000000"/>
        </w:rPr>
      </w:pPr>
      <w:r w:rsidRPr="00D00CBD">
        <w:rPr>
          <w:rFonts w:cs="Arial"/>
          <w:color w:val="000000"/>
        </w:rPr>
        <w:lastRenderedPageBreak/>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14:paraId="74023566" w14:textId="77777777"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14:paraId="13C78A09" w14:textId="77777777"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14:paraId="69073809" w14:textId="77777777" w:rsidR="00152B31" w:rsidRPr="00D00CBD" w:rsidRDefault="00152B31" w:rsidP="00152B31">
      <w:pPr>
        <w:rPr>
          <w:rFonts w:cs="Arial"/>
          <w:color w:val="000000"/>
        </w:rPr>
      </w:pPr>
    </w:p>
    <w:p w14:paraId="54FD9705" w14:textId="77777777"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14:paraId="1F978E49" w14:textId="77777777"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14:paraId="143A367A" w14:textId="77777777" w:rsidR="00152B31" w:rsidRPr="00D00CBD" w:rsidRDefault="00152B31" w:rsidP="00152B31">
      <w:pPr>
        <w:pStyle w:val="Nadpis2"/>
        <w:rPr>
          <w:rFonts w:cs="Arial"/>
          <w:color w:val="000000"/>
        </w:rPr>
      </w:pPr>
      <w:r w:rsidRPr="00D00CBD">
        <w:rPr>
          <w:rFonts w:cs="Arial"/>
          <w:color w:val="000000"/>
        </w:rPr>
        <w:t>Hodnota a význam zajišťované povinnosti</w:t>
      </w:r>
    </w:p>
    <w:p w14:paraId="1848A364" w14:textId="77777777"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14:paraId="35B0E83A" w14:textId="77777777" w:rsidR="00152B31" w:rsidRPr="00D00CBD" w:rsidRDefault="00152B31" w:rsidP="00152B31">
      <w:pPr>
        <w:tabs>
          <w:tab w:val="left" w:pos="1080"/>
        </w:tabs>
        <w:jc w:val="both"/>
        <w:rPr>
          <w:rFonts w:cs="Arial"/>
          <w:bCs/>
          <w:color w:val="000000"/>
          <w:szCs w:val="20"/>
        </w:rPr>
      </w:pPr>
    </w:p>
    <w:p w14:paraId="5EC9DC0D" w14:textId="77777777" w:rsidR="00152B31" w:rsidRPr="00D00CBD" w:rsidRDefault="00152B31" w:rsidP="00152B31">
      <w:pPr>
        <w:pStyle w:val="Nadpis2"/>
        <w:rPr>
          <w:rFonts w:cs="Arial"/>
          <w:color w:val="000000"/>
        </w:rPr>
      </w:pPr>
      <w:r w:rsidRPr="00D00CBD">
        <w:rPr>
          <w:rFonts w:cs="Arial"/>
          <w:color w:val="000000"/>
        </w:rPr>
        <w:t>Úrok z prodlení za pozdní úhradu faktury</w:t>
      </w:r>
    </w:p>
    <w:p w14:paraId="010BB68B" w14:textId="77777777"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14:paraId="3966A17A" w14:textId="77777777" w:rsidR="00152B31" w:rsidRPr="00D00CBD" w:rsidRDefault="00152B31" w:rsidP="00152B31">
      <w:pPr>
        <w:pStyle w:val="Nadpis2"/>
        <w:rPr>
          <w:rFonts w:cs="Arial"/>
          <w:color w:val="000000"/>
        </w:rPr>
      </w:pPr>
      <w:r w:rsidRPr="00D00CBD">
        <w:rPr>
          <w:rFonts w:cs="Arial"/>
          <w:color w:val="000000"/>
        </w:rPr>
        <w:t>Způsob vypořádání smluvních pokut</w:t>
      </w:r>
    </w:p>
    <w:p w14:paraId="314D9AE4" w14:textId="77777777"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14:paraId="093BEC68" w14:textId="77777777" w:rsidR="00152B31" w:rsidRPr="00D00CBD" w:rsidRDefault="00152B31" w:rsidP="00152B31">
      <w:pPr>
        <w:rPr>
          <w:rFonts w:cs="Arial"/>
          <w:color w:val="000000"/>
        </w:rPr>
      </w:pPr>
    </w:p>
    <w:p w14:paraId="5AE90182" w14:textId="77777777" w:rsidR="00152B31" w:rsidRPr="00D00CBD" w:rsidRDefault="00152B31" w:rsidP="00152B31">
      <w:pPr>
        <w:pStyle w:val="Nadpis1"/>
        <w:rPr>
          <w:rFonts w:cs="Arial"/>
          <w:color w:val="000000"/>
        </w:rPr>
      </w:pPr>
      <w:r w:rsidRPr="00D00CBD">
        <w:rPr>
          <w:rFonts w:cs="Arial"/>
          <w:color w:val="000000"/>
        </w:rPr>
        <w:t>Vlastnictví díla a nebezpečí škody na díle</w:t>
      </w:r>
    </w:p>
    <w:p w14:paraId="37EBCD1E" w14:textId="77777777"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14:paraId="6C28B929" w14:textId="77777777" w:rsidR="00152B31" w:rsidRPr="00D00CBD" w:rsidRDefault="00152B31" w:rsidP="00152B31">
      <w:pPr>
        <w:ind w:left="60"/>
        <w:jc w:val="both"/>
        <w:rPr>
          <w:rFonts w:cs="Arial"/>
          <w:color w:val="000000"/>
          <w:szCs w:val="20"/>
        </w:rPr>
      </w:pPr>
    </w:p>
    <w:p w14:paraId="71543BC0" w14:textId="77777777" w:rsidR="00152B31" w:rsidRPr="00D00CBD" w:rsidRDefault="00152B31" w:rsidP="00152B31">
      <w:pPr>
        <w:pStyle w:val="Nadpis1"/>
        <w:rPr>
          <w:rFonts w:cs="Arial"/>
          <w:color w:val="000000"/>
        </w:rPr>
      </w:pPr>
      <w:r w:rsidRPr="00D00CBD">
        <w:rPr>
          <w:rFonts w:cs="Arial"/>
          <w:color w:val="000000"/>
        </w:rPr>
        <w:t>Pojištění díla</w:t>
      </w:r>
    </w:p>
    <w:p w14:paraId="47851748" w14:textId="77777777"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14:paraId="57DAF999" w14:textId="77777777" w:rsidR="00152B31" w:rsidRPr="00D00CBD" w:rsidRDefault="00152B31" w:rsidP="00152B31">
      <w:pPr>
        <w:pStyle w:val="Nadpis2"/>
        <w:rPr>
          <w:rFonts w:cs="Arial"/>
          <w:color w:val="000000"/>
        </w:rPr>
      </w:pPr>
      <w:r w:rsidRPr="00D00CBD">
        <w:rPr>
          <w:rFonts w:cs="Arial"/>
          <w:color w:val="000000"/>
        </w:rPr>
        <w:t>Náklady na pojištění nese zhotovitel.</w:t>
      </w:r>
    </w:p>
    <w:p w14:paraId="06A657A0" w14:textId="77777777" w:rsidR="00152B31" w:rsidRPr="00D00CBD" w:rsidRDefault="00152B31" w:rsidP="00152B31">
      <w:pPr>
        <w:rPr>
          <w:rFonts w:cs="Arial"/>
          <w:color w:val="000000"/>
        </w:rPr>
      </w:pPr>
    </w:p>
    <w:p w14:paraId="367C3DF6" w14:textId="77777777" w:rsidR="00152B31" w:rsidRPr="00D00CBD" w:rsidRDefault="00152B31" w:rsidP="00152B31">
      <w:pPr>
        <w:pStyle w:val="Nadpis1"/>
        <w:rPr>
          <w:rFonts w:cs="Arial"/>
          <w:color w:val="000000"/>
        </w:rPr>
      </w:pPr>
      <w:r w:rsidRPr="00D00CBD">
        <w:rPr>
          <w:rFonts w:cs="Arial"/>
          <w:color w:val="000000"/>
        </w:rPr>
        <w:t xml:space="preserve">Vyšší moc </w:t>
      </w:r>
    </w:p>
    <w:p w14:paraId="5761DFFB" w14:textId="77777777"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14:paraId="60DA8350" w14:textId="77777777" w:rsidR="003244EF" w:rsidRPr="003244EF" w:rsidRDefault="003244EF" w:rsidP="003244EF">
      <w:pPr>
        <w:rPr>
          <w:lang w:val="x-none" w:eastAsia="x-none"/>
        </w:rPr>
      </w:pPr>
    </w:p>
    <w:p w14:paraId="39EC79D1" w14:textId="77777777" w:rsidR="003244EF" w:rsidRPr="003244EF" w:rsidRDefault="00152B31" w:rsidP="003244EF">
      <w:pPr>
        <w:pStyle w:val="Nadpis2"/>
        <w:rPr>
          <w:rFonts w:cs="Arial"/>
          <w:color w:val="000000"/>
        </w:rPr>
      </w:pPr>
      <w:r w:rsidRPr="00D00CBD">
        <w:rPr>
          <w:rFonts w:cs="Arial"/>
          <w:color w:val="000000"/>
        </w:rPr>
        <w:lastRenderedPageBreak/>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14:paraId="400A1407" w14:textId="77777777" w:rsidR="00152B31" w:rsidRPr="00D00CBD" w:rsidRDefault="00152B31" w:rsidP="00152B31">
      <w:pPr>
        <w:jc w:val="both"/>
        <w:rPr>
          <w:rFonts w:cs="Arial"/>
          <w:color w:val="000000"/>
          <w:szCs w:val="20"/>
        </w:rPr>
      </w:pPr>
    </w:p>
    <w:p w14:paraId="5DAF26DC" w14:textId="77777777" w:rsidR="00152B31" w:rsidRPr="00D00CBD" w:rsidRDefault="00152B31" w:rsidP="00152B31">
      <w:pPr>
        <w:pStyle w:val="Nadpis1"/>
        <w:rPr>
          <w:rFonts w:cs="Arial"/>
          <w:color w:val="000000"/>
        </w:rPr>
      </w:pPr>
      <w:r w:rsidRPr="00D00CBD">
        <w:rPr>
          <w:rFonts w:cs="Arial"/>
          <w:color w:val="000000"/>
        </w:rPr>
        <w:t>Změna smlouvy</w:t>
      </w:r>
    </w:p>
    <w:p w14:paraId="2372A95B" w14:textId="77777777"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14:paraId="00D7BCF6" w14:textId="77777777"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14:paraId="6F78E5FB" w14:textId="77777777" w:rsidR="00152B31" w:rsidRPr="00D00CBD" w:rsidRDefault="00152B31" w:rsidP="00152B31">
      <w:pPr>
        <w:ind w:left="180"/>
        <w:jc w:val="both"/>
        <w:rPr>
          <w:rFonts w:cs="Arial"/>
          <w:color w:val="000000"/>
          <w:szCs w:val="20"/>
        </w:rPr>
      </w:pPr>
    </w:p>
    <w:p w14:paraId="0C1BCC5E" w14:textId="77777777" w:rsidR="00152B31" w:rsidRPr="00D00CBD" w:rsidRDefault="00152B31" w:rsidP="00152B31">
      <w:pPr>
        <w:jc w:val="both"/>
        <w:rPr>
          <w:rFonts w:cs="Arial"/>
          <w:color w:val="000000"/>
          <w:szCs w:val="20"/>
        </w:rPr>
      </w:pPr>
    </w:p>
    <w:p w14:paraId="217BECAB" w14:textId="77777777" w:rsidR="00152B31" w:rsidRPr="00D00CBD" w:rsidRDefault="00152B31" w:rsidP="00152B31">
      <w:pPr>
        <w:pStyle w:val="Nadpis1"/>
        <w:rPr>
          <w:rFonts w:cs="Arial"/>
          <w:color w:val="000000"/>
        </w:rPr>
      </w:pPr>
      <w:r w:rsidRPr="00D00CBD">
        <w:rPr>
          <w:rFonts w:cs="Arial"/>
          <w:color w:val="000000"/>
        </w:rPr>
        <w:t>Odstoupení od smlouvy</w:t>
      </w:r>
    </w:p>
    <w:p w14:paraId="2A3330A4" w14:textId="77777777"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14:paraId="08DDD93A" w14:textId="77777777"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14:paraId="41E32AC9" w14:textId="77777777"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14:paraId="42ED3B02" w14:textId="77777777"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14:paraId="21FD9B56" w14:textId="77777777" w:rsidR="00152B31" w:rsidRPr="00D00CBD" w:rsidRDefault="00152B31" w:rsidP="00152B31">
      <w:pPr>
        <w:rPr>
          <w:rFonts w:cs="Arial"/>
          <w:color w:val="000000"/>
        </w:rPr>
      </w:pPr>
    </w:p>
    <w:p w14:paraId="193D0364" w14:textId="77777777" w:rsidR="00152B31" w:rsidRPr="00D00CBD" w:rsidRDefault="00152B31" w:rsidP="00152B31">
      <w:pPr>
        <w:pStyle w:val="Nadpis1"/>
        <w:rPr>
          <w:rFonts w:cs="Arial"/>
          <w:color w:val="000000"/>
        </w:rPr>
      </w:pPr>
      <w:r w:rsidRPr="00D00CBD">
        <w:rPr>
          <w:rFonts w:cs="Arial"/>
          <w:color w:val="000000"/>
        </w:rPr>
        <w:t>Všeobecná ujednání</w:t>
      </w:r>
    </w:p>
    <w:p w14:paraId="54B7E24D" w14:textId="77777777"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14:paraId="2D718F0C" w14:textId="77777777" w:rsidR="000C041D" w:rsidRPr="000C041D" w:rsidRDefault="000C041D" w:rsidP="000C041D">
      <w:pPr>
        <w:rPr>
          <w:lang w:eastAsia="x-none"/>
        </w:rPr>
      </w:pPr>
    </w:p>
    <w:p w14:paraId="7889887C" w14:textId="77777777" w:rsidR="00152B31" w:rsidRPr="00D00CBD" w:rsidRDefault="00152B31" w:rsidP="00152B31">
      <w:pPr>
        <w:pStyle w:val="Nadpis1"/>
        <w:rPr>
          <w:rFonts w:cs="Arial"/>
          <w:color w:val="000000"/>
        </w:rPr>
      </w:pPr>
      <w:r w:rsidRPr="00D00CBD">
        <w:rPr>
          <w:rFonts w:cs="Arial"/>
          <w:color w:val="000000"/>
        </w:rPr>
        <w:t>Závěrečná ustanovení</w:t>
      </w:r>
    </w:p>
    <w:p w14:paraId="4F46080A" w14:textId="77777777"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14:paraId="4CAF3F60" w14:textId="77777777"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14:paraId="7A1F143F" w14:textId="77777777" w:rsidR="003244EF" w:rsidRPr="003244EF" w:rsidRDefault="003244EF" w:rsidP="003244EF">
      <w:pPr>
        <w:rPr>
          <w:lang w:val="x-none" w:eastAsia="x-none"/>
        </w:rPr>
      </w:pPr>
    </w:p>
    <w:p w14:paraId="1558B4F1" w14:textId="77777777"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14:paraId="0722455D" w14:textId="77777777" w:rsidR="003244EF" w:rsidRPr="003244EF" w:rsidRDefault="003244EF" w:rsidP="003244EF">
      <w:pPr>
        <w:rPr>
          <w:lang w:val="x-none" w:eastAsia="x-none"/>
        </w:rPr>
      </w:pPr>
    </w:p>
    <w:p w14:paraId="48CBC306" w14:textId="77777777" w:rsidR="00152B31" w:rsidRPr="003244EF" w:rsidRDefault="00152B31" w:rsidP="003244EF">
      <w:pPr>
        <w:pStyle w:val="Nadpis2"/>
        <w:ind w:left="576" w:hanging="576"/>
        <w:rPr>
          <w:lang w:val="cs-CZ"/>
        </w:rPr>
      </w:pPr>
      <w:r w:rsidRPr="00D05FDD">
        <w:lastRenderedPageBreak/>
        <w:t xml:space="preserve">Smluvní strany prohlašují, že žádná část smlouvy nenaplňuje znaky obchodního tajemství dle ustanovení § 504 občanského zákoníku. </w:t>
      </w:r>
    </w:p>
    <w:p w14:paraId="4C058689" w14:textId="77777777"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14:paraId="0B0708F2" w14:textId="77777777"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14:paraId="27EED0DB" w14:textId="77777777" w:rsidR="00152B31" w:rsidRPr="007651A1" w:rsidRDefault="00152B31" w:rsidP="00152B31">
      <w:pPr>
        <w:pStyle w:val="Nadpis2"/>
        <w:ind w:left="576" w:hanging="576"/>
      </w:pPr>
      <w:r>
        <w:t>S</w:t>
      </w:r>
      <w:r w:rsidRPr="007651A1">
        <w:t>mlouva je platná dnem jejího podpisu a účinná dnem jejího uveřejnění v registru smluv.</w:t>
      </w:r>
    </w:p>
    <w:p w14:paraId="0FCF2A18" w14:textId="77777777" w:rsidR="00152B31" w:rsidRPr="00D00CBD" w:rsidRDefault="00152B31" w:rsidP="00152B31">
      <w:pPr>
        <w:pStyle w:val="Nadpis2"/>
        <w:rPr>
          <w:rFonts w:cs="Arial"/>
          <w:color w:val="000000"/>
        </w:rPr>
      </w:pPr>
      <w:r w:rsidRPr="00D00CBD">
        <w:rPr>
          <w:rFonts w:cs="Arial"/>
          <w:color w:val="000000"/>
        </w:rPr>
        <w:t>Přílohy, které jsou nedílnou součástí smlouvy:</w:t>
      </w:r>
    </w:p>
    <w:p w14:paraId="198E879A" w14:textId="77777777"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14:paraId="0BF4F138" w14:textId="77777777" w:rsidR="00152B31" w:rsidRPr="00D00CBD" w:rsidRDefault="00152B31" w:rsidP="00152B31">
      <w:pPr>
        <w:ind w:firstLine="578"/>
        <w:jc w:val="both"/>
        <w:rPr>
          <w:rFonts w:cs="Arial"/>
          <w:color w:val="000000"/>
          <w:szCs w:val="20"/>
        </w:rPr>
      </w:pPr>
    </w:p>
    <w:p w14:paraId="0724CE5C" w14:textId="77777777" w:rsidR="00F41CDE" w:rsidRDefault="00F41CDE" w:rsidP="00152B31">
      <w:pPr>
        <w:jc w:val="both"/>
        <w:rPr>
          <w:rFonts w:cs="Arial"/>
          <w:color w:val="000000"/>
          <w:szCs w:val="20"/>
        </w:rPr>
      </w:pPr>
    </w:p>
    <w:p w14:paraId="73CDA1E2" w14:textId="77777777" w:rsidR="002E04AF" w:rsidRPr="00D00CBD" w:rsidRDefault="002E04AF" w:rsidP="00152B31">
      <w:pPr>
        <w:jc w:val="both"/>
        <w:rPr>
          <w:rFonts w:cs="Arial"/>
          <w:color w:val="000000"/>
          <w:szCs w:val="20"/>
        </w:rPr>
      </w:pPr>
    </w:p>
    <w:p w14:paraId="2A0D6568" w14:textId="77777777" w:rsidR="00152B31" w:rsidRPr="00D00CBD" w:rsidRDefault="00152B31" w:rsidP="00152B31">
      <w:pPr>
        <w:jc w:val="both"/>
        <w:rPr>
          <w:rFonts w:cs="Arial"/>
          <w:color w:val="000000"/>
          <w:szCs w:val="20"/>
        </w:rPr>
      </w:pPr>
    </w:p>
    <w:p w14:paraId="5EF81348" w14:textId="77777777"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14:paraId="6E089C73" w14:textId="77777777" w:rsidR="00152B31" w:rsidRPr="00D00CBD" w:rsidRDefault="00152B31" w:rsidP="00152B31">
      <w:pPr>
        <w:jc w:val="both"/>
        <w:rPr>
          <w:rFonts w:cs="Arial"/>
          <w:color w:val="000000"/>
          <w:szCs w:val="20"/>
        </w:rPr>
      </w:pPr>
    </w:p>
    <w:p w14:paraId="5B66EC2D" w14:textId="77777777" w:rsidR="000341EF" w:rsidRDefault="000341EF" w:rsidP="00152B31">
      <w:pPr>
        <w:jc w:val="both"/>
        <w:rPr>
          <w:rFonts w:cs="Arial"/>
          <w:color w:val="000000"/>
          <w:szCs w:val="20"/>
        </w:rPr>
      </w:pPr>
    </w:p>
    <w:p w14:paraId="167F52B1" w14:textId="77777777" w:rsidR="00F41CDE" w:rsidRDefault="00F41CDE" w:rsidP="00152B31">
      <w:pPr>
        <w:jc w:val="both"/>
        <w:rPr>
          <w:rFonts w:cs="Arial"/>
          <w:color w:val="000000"/>
          <w:szCs w:val="20"/>
        </w:rPr>
      </w:pPr>
    </w:p>
    <w:p w14:paraId="2D9409B3" w14:textId="77777777"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14:paraId="2344D0C0" w14:textId="77777777" w:rsidR="00152B31" w:rsidRDefault="00152B31" w:rsidP="00152B31">
      <w:pPr>
        <w:jc w:val="both"/>
        <w:rPr>
          <w:rFonts w:cs="Arial"/>
          <w:color w:val="000000"/>
          <w:szCs w:val="20"/>
        </w:rPr>
      </w:pPr>
    </w:p>
    <w:p w14:paraId="22091C7C" w14:textId="77777777" w:rsidR="00F41CDE" w:rsidRDefault="00F41CDE" w:rsidP="00152B31">
      <w:pPr>
        <w:jc w:val="both"/>
        <w:rPr>
          <w:rFonts w:cs="Arial"/>
          <w:color w:val="000000"/>
          <w:szCs w:val="20"/>
        </w:rPr>
      </w:pPr>
    </w:p>
    <w:p w14:paraId="52968681" w14:textId="77777777" w:rsidR="00F41CDE" w:rsidRPr="00D00CBD" w:rsidRDefault="00F41CDE" w:rsidP="00152B31">
      <w:pPr>
        <w:jc w:val="both"/>
        <w:rPr>
          <w:rFonts w:cs="Arial"/>
          <w:color w:val="000000"/>
          <w:szCs w:val="20"/>
        </w:rPr>
      </w:pPr>
    </w:p>
    <w:p w14:paraId="73B2EB4F" w14:textId="77777777" w:rsidR="00152B31" w:rsidRPr="00D00CBD" w:rsidRDefault="00152B31" w:rsidP="00152B31">
      <w:pPr>
        <w:jc w:val="both"/>
        <w:rPr>
          <w:rFonts w:cs="Arial"/>
          <w:color w:val="000000"/>
          <w:szCs w:val="20"/>
        </w:rPr>
      </w:pPr>
    </w:p>
    <w:p w14:paraId="31FA3DD8" w14:textId="77777777"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14:paraId="682362F4" w14:textId="77777777" w:rsidR="00152B31" w:rsidRPr="00D00CBD" w:rsidRDefault="00D34877" w:rsidP="00152B31">
      <w:pPr>
        <w:jc w:val="both"/>
        <w:rPr>
          <w:rFonts w:cs="Arial"/>
          <w:color w:val="000000"/>
          <w:szCs w:val="20"/>
        </w:rPr>
      </w:pPr>
      <w:r>
        <w:rPr>
          <w:rFonts w:cs="Arial"/>
          <w:color w:val="000000"/>
          <w:szCs w:val="20"/>
        </w:rPr>
        <w:t>PhDr. Josef Ševčík</w:t>
      </w:r>
      <w:r w:rsidR="00F41CDE">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14:paraId="30982287" w14:textId="77777777" w:rsidR="00152B31" w:rsidRPr="00D00CBD" w:rsidRDefault="00D34877" w:rsidP="00152B31">
      <w:pPr>
        <w:jc w:val="both"/>
        <w:rPr>
          <w:rFonts w:cs="Arial"/>
          <w:color w:val="000000"/>
          <w:szCs w:val="20"/>
        </w:rPr>
      </w:pPr>
      <w:r>
        <w:rPr>
          <w:rFonts w:cs="Arial"/>
          <w:color w:val="000000"/>
          <w:szCs w:val="20"/>
        </w:rPr>
        <w:t>ředitel</w:t>
      </w:r>
    </w:p>
    <w:p w14:paraId="5771607F" w14:textId="77777777"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FBAE8" w14:textId="77777777" w:rsidR="00D72287" w:rsidRDefault="00D72287">
      <w:r>
        <w:separator/>
      </w:r>
    </w:p>
  </w:endnote>
  <w:endnote w:type="continuationSeparator" w:id="0">
    <w:p w14:paraId="3803339C" w14:textId="77777777"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6B056" w14:textId="77777777" w:rsidR="0086073D" w:rsidRDefault="00152B31" w:rsidP="0086073D">
    <w:pPr>
      <w:pStyle w:val="Zpat"/>
      <w:framePr w:wrap="around" w:vAnchor="text" w:hAnchor="margin" w:xAlign="right" w:y="1"/>
    </w:pPr>
    <w:r>
      <w:fldChar w:fldCharType="begin"/>
    </w:r>
    <w:r>
      <w:instrText xml:space="preserve">PAGE  </w:instrText>
    </w:r>
    <w:r>
      <w:fldChar w:fldCharType="end"/>
    </w:r>
  </w:p>
  <w:p w14:paraId="67E79EFE" w14:textId="77777777"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2FEC" w14:textId="77777777"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1E068B">
      <w:rPr>
        <w:rFonts w:ascii="Arial" w:hAnsi="Arial" w:cs="Arial"/>
        <w:noProof/>
        <w:sz w:val="20"/>
        <w:szCs w:val="20"/>
      </w:rPr>
      <w:t>4</w:t>
    </w:r>
    <w:r w:rsidRPr="007C40DB">
      <w:rPr>
        <w:rFonts w:ascii="Arial" w:hAnsi="Arial" w:cs="Arial"/>
        <w:sz w:val="20"/>
        <w:szCs w:val="20"/>
      </w:rPr>
      <w:fldChar w:fldCharType="end"/>
    </w:r>
  </w:p>
  <w:p w14:paraId="15301EE5" w14:textId="7E75D5AB" w:rsidR="0086073D" w:rsidRPr="00654AE4" w:rsidRDefault="00152B31" w:rsidP="0086073D">
    <w:pPr>
      <w:ind w:firstLine="360"/>
      <w:jc w:val="center"/>
      <w:rPr>
        <w:rFonts w:cs="Arial"/>
        <w:sz w:val="16"/>
      </w:rPr>
    </w:pPr>
    <w:r w:rsidRPr="00BD0B14">
      <w:rPr>
        <w:rFonts w:cs="Arial"/>
        <w:sz w:val="16"/>
      </w:rPr>
      <w:t>„</w:t>
    </w:r>
    <w:r w:rsidRPr="00654AE4">
      <w:rPr>
        <w:rFonts w:cs="Arial"/>
        <w:sz w:val="16"/>
      </w:rPr>
      <w:t>Oprava chodník</w:t>
    </w:r>
    <w:r w:rsidR="002B72C0">
      <w:rPr>
        <w:rFonts w:cs="Arial"/>
        <w:sz w:val="16"/>
      </w:rPr>
      <w:t>u</w:t>
    </w:r>
    <w:r w:rsidR="00E46C61" w:rsidRPr="00654AE4">
      <w:rPr>
        <w:rFonts w:cs="Arial"/>
        <w:sz w:val="16"/>
      </w:rPr>
      <w:t xml:space="preserve"> města Uherský Brod v roce 20</w:t>
    </w:r>
    <w:r w:rsidR="00913728" w:rsidRPr="00654AE4">
      <w:rPr>
        <w:rFonts w:cs="Arial"/>
        <w:sz w:val="16"/>
      </w:rPr>
      <w:t>2</w:t>
    </w:r>
    <w:r w:rsidR="00654AE4" w:rsidRPr="00654AE4">
      <w:rPr>
        <w:rFonts w:cs="Arial"/>
        <w:sz w:val="16"/>
      </w:rPr>
      <w:t>5</w:t>
    </w:r>
    <w:r w:rsidRPr="00654AE4">
      <w:rPr>
        <w:rFonts w:cs="Arial"/>
        <w:sz w:val="16"/>
      </w:rPr>
      <w:t>“</w:t>
    </w:r>
  </w:p>
  <w:p w14:paraId="721DE678" w14:textId="4460A47A" w:rsidR="0086073D" w:rsidRPr="00BD0B14" w:rsidRDefault="0086073D" w:rsidP="0086073D">
    <w:pPr>
      <w:ind w:firstLine="360"/>
      <w:jc w:val="center"/>
      <w:rPr>
        <w:rFonts w:cs="Arial"/>
        <w:sz w:val="16"/>
      </w:rPr>
    </w:pPr>
  </w:p>
  <w:p w14:paraId="001F7B0A" w14:textId="77777777"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07085" w14:textId="77777777" w:rsidR="00D72287" w:rsidRDefault="00D72287">
      <w:r>
        <w:separator/>
      </w:r>
    </w:p>
  </w:footnote>
  <w:footnote w:type="continuationSeparator" w:id="0">
    <w:p w14:paraId="4302A11B" w14:textId="77777777"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41EF"/>
    <w:rsid w:val="00072D4D"/>
    <w:rsid w:val="00074676"/>
    <w:rsid w:val="000C041D"/>
    <w:rsid w:val="000E2DE7"/>
    <w:rsid w:val="0011261D"/>
    <w:rsid w:val="00122E83"/>
    <w:rsid w:val="00132A2F"/>
    <w:rsid w:val="00152B31"/>
    <w:rsid w:val="00153DAA"/>
    <w:rsid w:val="001D75C6"/>
    <w:rsid w:val="001E068B"/>
    <w:rsid w:val="00211F70"/>
    <w:rsid w:val="00214958"/>
    <w:rsid w:val="00266A74"/>
    <w:rsid w:val="002947B8"/>
    <w:rsid w:val="00294E86"/>
    <w:rsid w:val="002B72C0"/>
    <w:rsid w:val="002C40E0"/>
    <w:rsid w:val="002D28ED"/>
    <w:rsid w:val="002E04AF"/>
    <w:rsid w:val="00302BA6"/>
    <w:rsid w:val="003244EF"/>
    <w:rsid w:val="003639E7"/>
    <w:rsid w:val="003666D0"/>
    <w:rsid w:val="00392B06"/>
    <w:rsid w:val="003A20E9"/>
    <w:rsid w:val="003D7D0F"/>
    <w:rsid w:val="003E2304"/>
    <w:rsid w:val="004165F8"/>
    <w:rsid w:val="004243E6"/>
    <w:rsid w:val="00431CEE"/>
    <w:rsid w:val="00471525"/>
    <w:rsid w:val="004842C2"/>
    <w:rsid w:val="00491218"/>
    <w:rsid w:val="004C54F4"/>
    <w:rsid w:val="004D3763"/>
    <w:rsid w:val="004E09D7"/>
    <w:rsid w:val="004F5C10"/>
    <w:rsid w:val="00515D1D"/>
    <w:rsid w:val="0053161F"/>
    <w:rsid w:val="005349A5"/>
    <w:rsid w:val="00591194"/>
    <w:rsid w:val="005A1060"/>
    <w:rsid w:val="005B02D2"/>
    <w:rsid w:val="005C50F5"/>
    <w:rsid w:val="00610E19"/>
    <w:rsid w:val="00654AE4"/>
    <w:rsid w:val="0066144F"/>
    <w:rsid w:val="00685929"/>
    <w:rsid w:val="006E303B"/>
    <w:rsid w:val="006E3EAB"/>
    <w:rsid w:val="00725226"/>
    <w:rsid w:val="0073370C"/>
    <w:rsid w:val="007F1B40"/>
    <w:rsid w:val="00804559"/>
    <w:rsid w:val="008106C8"/>
    <w:rsid w:val="008175FD"/>
    <w:rsid w:val="00821AFC"/>
    <w:rsid w:val="008322FE"/>
    <w:rsid w:val="0086073D"/>
    <w:rsid w:val="00875CF3"/>
    <w:rsid w:val="0088256C"/>
    <w:rsid w:val="00883F14"/>
    <w:rsid w:val="0088551E"/>
    <w:rsid w:val="008A6EF5"/>
    <w:rsid w:val="008C558A"/>
    <w:rsid w:val="008D2B54"/>
    <w:rsid w:val="008E45AD"/>
    <w:rsid w:val="00913728"/>
    <w:rsid w:val="009262B6"/>
    <w:rsid w:val="009648DE"/>
    <w:rsid w:val="0097039A"/>
    <w:rsid w:val="00975ACF"/>
    <w:rsid w:val="00996C74"/>
    <w:rsid w:val="009B1565"/>
    <w:rsid w:val="009E030B"/>
    <w:rsid w:val="00A1045D"/>
    <w:rsid w:val="00A162B6"/>
    <w:rsid w:val="00A16682"/>
    <w:rsid w:val="00A6270B"/>
    <w:rsid w:val="00A65B58"/>
    <w:rsid w:val="00A81127"/>
    <w:rsid w:val="00AE00D2"/>
    <w:rsid w:val="00B44830"/>
    <w:rsid w:val="00BA213D"/>
    <w:rsid w:val="00BD417C"/>
    <w:rsid w:val="00BD6D73"/>
    <w:rsid w:val="00C452B7"/>
    <w:rsid w:val="00CA7A33"/>
    <w:rsid w:val="00D14848"/>
    <w:rsid w:val="00D34877"/>
    <w:rsid w:val="00D42680"/>
    <w:rsid w:val="00D6011C"/>
    <w:rsid w:val="00D72287"/>
    <w:rsid w:val="00D961E6"/>
    <w:rsid w:val="00DD4386"/>
    <w:rsid w:val="00E31703"/>
    <w:rsid w:val="00E46C61"/>
    <w:rsid w:val="00E7474D"/>
    <w:rsid w:val="00E97E8E"/>
    <w:rsid w:val="00EA4504"/>
    <w:rsid w:val="00EF5FD8"/>
    <w:rsid w:val="00F3647A"/>
    <w:rsid w:val="00F41CDE"/>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AE21"/>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93170-9A28-4B34-8371-75BA113F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EE262B8D</Template>
  <TotalTime>19</TotalTime>
  <Pages>12</Pages>
  <Words>4691</Words>
  <Characters>27677</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Krejčiříková Pavla, Mgr.</dc:creator>
  <cp:lastModifiedBy>Hečová Petra, Ing.</cp:lastModifiedBy>
  <cp:revision>6</cp:revision>
  <dcterms:created xsi:type="dcterms:W3CDTF">2025-08-15T09:48:00Z</dcterms:created>
  <dcterms:modified xsi:type="dcterms:W3CDTF">2025-08-26T08:50:00Z</dcterms:modified>
</cp:coreProperties>
</file>